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54B" w:rsidRPr="008A1B03" w:rsidRDefault="001B254B" w:rsidP="000838D5">
      <w:pPr>
        <w:jc w:val="right"/>
        <w:rPr>
          <w:bCs/>
          <w:color w:val="000000"/>
          <w:sz w:val="28"/>
          <w:szCs w:val="28"/>
        </w:rPr>
      </w:pPr>
      <w:r w:rsidRPr="008A1B03">
        <w:rPr>
          <w:bCs/>
          <w:color w:val="000000"/>
          <w:sz w:val="28"/>
          <w:szCs w:val="28"/>
        </w:rPr>
        <w:t>Приложение №</w:t>
      </w:r>
      <w:r w:rsidR="00177B0F">
        <w:rPr>
          <w:bCs/>
          <w:color w:val="000000"/>
          <w:sz w:val="28"/>
          <w:szCs w:val="28"/>
        </w:rPr>
        <w:t>1</w:t>
      </w:r>
    </w:p>
    <w:p w:rsidR="001B254B" w:rsidRPr="008A1B03" w:rsidRDefault="001B254B" w:rsidP="000838D5">
      <w:pPr>
        <w:jc w:val="right"/>
        <w:rPr>
          <w:bCs/>
          <w:color w:val="000000"/>
          <w:sz w:val="28"/>
          <w:szCs w:val="28"/>
        </w:rPr>
      </w:pPr>
      <w:r w:rsidRPr="008A1B03">
        <w:rPr>
          <w:bCs/>
          <w:color w:val="000000"/>
          <w:sz w:val="28"/>
          <w:szCs w:val="28"/>
        </w:rPr>
        <w:t xml:space="preserve">к решению Духовщинского </w:t>
      </w:r>
    </w:p>
    <w:p w:rsidR="001B254B" w:rsidRPr="008A1B03" w:rsidRDefault="001B254B" w:rsidP="000838D5">
      <w:pPr>
        <w:jc w:val="right"/>
        <w:rPr>
          <w:bCs/>
          <w:color w:val="000000"/>
          <w:sz w:val="28"/>
          <w:szCs w:val="28"/>
        </w:rPr>
      </w:pPr>
      <w:r w:rsidRPr="008A1B03">
        <w:rPr>
          <w:bCs/>
          <w:color w:val="000000"/>
          <w:sz w:val="28"/>
          <w:szCs w:val="28"/>
        </w:rPr>
        <w:t xml:space="preserve">                     </w:t>
      </w:r>
      <w:r w:rsidR="00846F5C">
        <w:rPr>
          <w:bCs/>
          <w:color w:val="000000"/>
          <w:sz w:val="28"/>
          <w:szCs w:val="28"/>
        </w:rPr>
        <w:t>окружного</w:t>
      </w:r>
      <w:r w:rsidRPr="008A1B03">
        <w:rPr>
          <w:bCs/>
          <w:color w:val="000000"/>
          <w:sz w:val="28"/>
          <w:szCs w:val="28"/>
        </w:rPr>
        <w:t xml:space="preserve"> Совета депутатов</w:t>
      </w:r>
    </w:p>
    <w:p w:rsidR="00AF352D" w:rsidRDefault="00AF352D" w:rsidP="00AF352D">
      <w:pPr>
        <w:jc w:val="center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E23D60">
        <w:rPr>
          <w:sz w:val="28"/>
          <w:szCs w:val="28"/>
        </w:rPr>
        <w:t xml:space="preserve"> </w:t>
      </w:r>
      <w:r w:rsidR="00F324BF">
        <w:rPr>
          <w:sz w:val="28"/>
          <w:szCs w:val="28"/>
        </w:rPr>
        <w:t xml:space="preserve">  </w:t>
      </w:r>
      <w:r>
        <w:rPr>
          <w:sz w:val="28"/>
          <w:szCs w:val="28"/>
        </w:rPr>
        <w:t>от</w:t>
      </w:r>
      <w:r w:rsidR="00BA70B5">
        <w:rPr>
          <w:sz w:val="28"/>
          <w:szCs w:val="28"/>
        </w:rPr>
        <w:t xml:space="preserve"> 26 сентября </w:t>
      </w:r>
      <w:r>
        <w:rPr>
          <w:sz w:val="28"/>
          <w:szCs w:val="28"/>
        </w:rPr>
        <w:t>202</w:t>
      </w:r>
      <w:r w:rsidR="00A20CC7">
        <w:rPr>
          <w:sz w:val="28"/>
          <w:szCs w:val="28"/>
        </w:rPr>
        <w:t>5</w:t>
      </w:r>
      <w:r>
        <w:rPr>
          <w:sz w:val="28"/>
          <w:szCs w:val="28"/>
        </w:rPr>
        <w:t xml:space="preserve"> №</w:t>
      </w:r>
      <w:r w:rsidR="00BA70B5">
        <w:rPr>
          <w:sz w:val="28"/>
          <w:szCs w:val="28"/>
        </w:rPr>
        <w:t xml:space="preserve"> 127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9B0ED7" w:rsidRPr="008A1B03" w:rsidRDefault="009B0ED7" w:rsidP="009B0ED7">
      <w:pPr>
        <w:pStyle w:val="a9"/>
        <w:jc w:val="right"/>
      </w:pPr>
    </w:p>
    <w:p w:rsidR="00E37A5B" w:rsidRPr="008A1B03" w:rsidRDefault="00E37A5B" w:rsidP="0053204C">
      <w:pPr>
        <w:ind w:right="279"/>
        <w:jc w:val="center"/>
        <w:rPr>
          <w:b/>
          <w:bCs/>
          <w:sz w:val="28"/>
          <w:szCs w:val="28"/>
        </w:rPr>
      </w:pPr>
    </w:p>
    <w:p w:rsidR="008F0A3A" w:rsidRPr="008A1B03" w:rsidRDefault="00B603D6" w:rsidP="002803B2">
      <w:pPr>
        <w:jc w:val="center"/>
        <w:rPr>
          <w:b/>
          <w:bCs/>
          <w:sz w:val="28"/>
          <w:szCs w:val="28"/>
        </w:rPr>
      </w:pPr>
      <w:r w:rsidRPr="008A1B03">
        <w:rPr>
          <w:b/>
          <w:bCs/>
          <w:sz w:val="28"/>
          <w:szCs w:val="28"/>
        </w:rPr>
        <w:t>Прогнозируемые безвозмездные поступления</w:t>
      </w:r>
      <w:r w:rsidR="0091373B">
        <w:rPr>
          <w:b/>
          <w:bCs/>
          <w:sz w:val="28"/>
          <w:szCs w:val="28"/>
        </w:rPr>
        <w:t xml:space="preserve"> </w:t>
      </w:r>
      <w:r w:rsidRPr="008A1B03">
        <w:rPr>
          <w:b/>
          <w:bCs/>
          <w:sz w:val="28"/>
          <w:szCs w:val="28"/>
        </w:rPr>
        <w:t>в бюджет</w:t>
      </w:r>
      <w:r w:rsidR="00DC6A56">
        <w:rPr>
          <w:b/>
          <w:bCs/>
          <w:sz w:val="28"/>
          <w:szCs w:val="28"/>
        </w:rPr>
        <w:t xml:space="preserve"> </w:t>
      </w:r>
      <w:r w:rsidR="00BD3B2B" w:rsidRPr="008A1B03">
        <w:rPr>
          <w:b/>
          <w:bCs/>
          <w:sz w:val="28"/>
          <w:szCs w:val="28"/>
        </w:rPr>
        <w:t>муниципального образования</w:t>
      </w:r>
      <w:r w:rsidR="0091373B">
        <w:rPr>
          <w:b/>
          <w:bCs/>
          <w:sz w:val="28"/>
          <w:szCs w:val="28"/>
        </w:rPr>
        <w:t xml:space="preserve"> </w:t>
      </w:r>
      <w:r w:rsidRPr="008A1B03">
        <w:rPr>
          <w:b/>
          <w:bCs/>
          <w:sz w:val="28"/>
          <w:szCs w:val="28"/>
        </w:rPr>
        <w:t>«</w:t>
      </w:r>
      <w:r w:rsidR="00BD3B2B" w:rsidRPr="008A1B03">
        <w:rPr>
          <w:b/>
          <w:bCs/>
          <w:sz w:val="28"/>
          <w:szCs w:val="28"/>
        </w:rPr>
        <w:t xml:space="preserve">Духовщинский </w:t>
      </w:r>
      <w:r w:rsidR="00846F5C">
        <w:rPr>
          <w:b/>
          <w:bCs/>
          <w:sz w:val="28"/>
          <w:szCs w:val="28"/>
        </w:rPr>
        <w:t>муниципальный округ</w:t>
      </w:r>
      <w:r w:rsidRPr="008A1B03">
        <w:rPr>
          <w:b/>
          <w:bCs/>
          <w:sz w:val="28"/>
          <w:szCs w:val="28"/>
        </w:rPr>
        <w:t>» Смоленской области на 20</w:t>
      </w:r>
      <w:r w:rsidR="00792611">
        <w:rPr>
          <w:b/>
          <w:bCs/>
          <w:sz w:val="28"/>
          <w:szCs w:val="28"/>
        </w:rPr>
        <w:t>2</w:t>
      </w:r>
      <w:r w:rsidR="00846F5C">
        <w:rPr>
          <w:b/>
          <w:bCs/>
          <w:sz w:val="28"/>
          <w:szCs w:val="28"/>
        </w:rPr>
        <w:t>5</w:t>
      </w:r>
      <w:r w:rsidRPr="008A1B03">
        <w:rPr>
          <w:b/>
          <w:bCs/>
          <w:sz w:val="28"/>
          <w:szCs w:val="28"/>
        </w:rPr>
        <w:t xml:space="preserve"> год</w:t>
      </w:r>
    </w:p>
    <w:p w:rsidR="0053204C" w:rsidRPr="00C6587E" w:rsidRDefault="00C954E8" w:rsidP="00C954E8">
      <w:pPr>
        <w:ind w:right="-14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3204C" w:rsidRPr="00C6587E">
        <w:rPr>
          <w:sz w:val="24"/>
          <w:szCs w:val="24"/>
        </w:rPr>
        <w:t>(рублей)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5387"/>
        <w:gridCol w:w="1984"/>
      </w:tblGrid>
      <w:tr w:rsidR="0053204C" w:rsidRPr="00C6587E" w:rsidTr="00B82434">
        <w:trPr>
          <w:trHeight w:val="852"/>
        </w:trPr>
        <w:tc>
          <w:tcPr>
            <w:tcW w:w="2977" w:type="dxa"/>
            <w:vAlign w:val="center"/>
          </w:tcPr>
          <w:p w:rsidR="0053204C" w:rsidRPr="00C6587E" w:rsidRDefault="0053204C" w:rsidP="0053204C">
            <w:pPr>
              <w:jc w:val="center"/>
              <w:rPr>
                <w:b/>
                <w:bCs/>
                <w:sz w:val="24"/>
                <w:szCs w:val="24"/>
              </w:rPr>
            </w:pPr>
            <w:r w:rsidRPr="00C6587E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387" w:type="dxa"/>
            <w:vAlign w:val="center"/>
          </w:tcPr>
          <w:p w:rsidR="0053204C" w:rsidRPr="00C6587E" w:rsidRDefault="0053204C" w:rsidP="0053204C">
            <w:pPr>
              <w:jc w:val="center"/>
              <w:rPr>
                <w:b/>
                <w:bCs/>
                <w:sz w:val="24"/>
                <w:szCs w:val="24"/>
              </w:rPr>
            </w:pPr>
            <w:r w:rsidRPr="00C6587E">
              <w:rPr>
                <w:b/>
                <w:bCs/>
                <w:sz w:val="24"/>
                <w:szCs w:val="24"/>
              </w:rPr>
              <w:t>Наименование кода дохода</w:t>
            </w:r>
          </w:p>
          <w:p w:rsidR="0053204C" w:rsidRPr="00C6587E" w:rsidRDefault="0053204C" w:rsidP="0053204C">
            <w:pPr>
              <w:jc w:val="center"/>
              <w:rPr>
                <w:b/>
                <w:bCs/>
                <w:sz w:val="24"/>
                <w:szCs w:val="24"/>
              </w:rPr>
            </w:pPr>
            <w:r w:rsidRPr="00C6587E">
              <w:rPr>
                <w:b/>
                <w:bCs/>
                <w:sz w:val="24"/>
                <w:szCs w:val="24"/>
              </w:rPr>
              <w:t>бюджета</w:t>
            </w:r>
          </w:p>
        </w:tc>
        <w:tc>
          <w:tcPr>
            <w:tcW w:w="1984" w:type="dxa"/>
            <w:vAlign w:val="center"/>
          </w:tcPr>
          <w:p w:rsidR="0053204C" w:rsidRPr="00C6587E" w:rsidRDefault="0053204C" w:rsidP="0053204C">
            <w:pPr>
              <w:jc w:val="center"/>
              <w:rPr>
                <w:b/>
                <w:bCs/>
                <w:sz w:val="24"/>
                <w:szCs w:val="24"/>
              </w:rPr>
            </w:pPr>
            <w:r w:rsidRPr="00C6587E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53204C" w:rsidRPr="00C6587E" w:rsidTr="00B8243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0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4C" w:rsidRPr="00C6587E" w:rsidRDefault="0053204C" w:rsidP="0053204C">
            <w:pPr>
              <w:jc w:val="center"/>
              <w:rPr>
                <w:sz w:val="24"/>
                <w:szCs w:val="24"/>
              </w:rPr>
            </w:pPr>
            <w:r w:rsidRPr="00C6587E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04C" w:rsidRPr="00C6587E" w:rsidRDefault="0053204C" w:rsidP="0053204C">
            <w:pPr>
              <w:ind w:right="-108"/>
              <w:jc w:val="center"/>
              <w:rPr>
                <w:sz w:val="24"/>
                <w:szCs w:val="24"/>
              </w:rPr>
            </w:pPr>
            <w:r w:rsidRPr="00C6587E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04C" w:rsidRPr="00C6587E" w:rsidRDefault="0053204C" w:rsidP="0053204C">
            <w:pPr>
              <w:ind w:left="-51"/>
              <w:jc w:val="center"/>
              <w:rPr>
                <w:sz w:val="24"/>
                <w:szCs w:val="24"/>
              </w:rPr>
            </w:pPr>
            <w:r w:rsidRPr="00C6587E">
              <w:rPr>
                <w:sz w:val="24"/>
                <w:szCs w:val="24"/>
              </w:rPr>
              <w:t>3</w:t>
            </w:r>
          </w:p>
        </w:tc>
      </w:tr>
      <w:tr w:rsidR="0053204C" w:rsidRPr="00C6587E" w:rsidTr="00F0703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04C" w:rsidRPr="00C6587E" w:rsidRDefault="0053204C" w:rsidP="00810E85">
            <w:pPr>
              <w:jc w:val="center"/>
              <w:rPr>
                <w:sz w:val="24"/>
                <w:szCs w:val="24"/>
              </w:rPr>
            </w:pPr>
            <w:r w:rsidRPr="00C6587E">
              <w:rPr>
                <w:sz w:val="24"/>
                <w:szCs w:val="24"/>
              </w:rPr>
              <w:t>2 00 00000 00 0000 000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034" w:rsidRPr="00F07034" w:rsidRDefault="0053204C" w:rsidP="00F07034">
            <w:pPr>
              <w:rPr>
                <w:bCs/>
                <w:sz w:val="24"/>
                <w:szCs w:val="24"/>
              </w:rPr>
            </w:pPr>
            <w:r w:rsidRPr="00F07034">
              <w:rPr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04C" w:rsidRPr="00F07034" w:rsidRDefault="009971DE" w:rsidP="00F07034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605 751 695,98</w:t>
            </w:r>
          </w:p>
        </w:tc>
      </w:tr>
      <w:tr w:rsidR="0053204C" w:rsidRPr="00C6587E" w:rsidTr="00810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04C" w:rsidRPr="00C6587E" w:rsidRDefault="0053204C" w:rsidP="00810E85">
            <w:pPr>
              <w:jc w:val="center"/>
              <w:rPr>
                <w:sz w:val="24"/>
                <w:szCs w:val="24"/>
              </w:rPr>
            </w:pPr>
            <w:r w:rsidRPr="00C6587E">
              <w:rPr>
                <w:sz w:val="24"/>
                <w:szCs w:val="24"/>
              </w:rPr>
              <w:t>2 02 00000 00 0000 000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204C" w:rsidRPr="00C6587E" w:rsidRDefault="0053204C" w:rsidP="0053204C">
            <w:pPr>
              <w:jc w:val="both"/>
              <w:rPr>
                <w:sz w:val="24"/>
                <w:szCs w:val="24"/>
              </w:rPr>
            </w:pPr>
            <w:r w:rsidRPr="00C6587E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25F8" w:rsidRPr="00F07034" w:rsidRDefault="00177B0F" w:rsidP="007579ED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605 251 695,98</w:t>
            </w:r>
          </w:p>
        </w:tc>
      </w:tr>
      <w:tr w:rsidR="0053204C" w:rsidRPr="00C6587E" w:rsidTr="00A611C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0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04C" w:rsidRPr="00C6587E" w:rsidRDefault="0053204C" w:rsidP="00810E85">
            <w:pPr>
              <w:jc w:val="center"/>
              <w:rPr>
                <w:sz w:val="24"/>
                <w:szCs w:val="24"/>
              </w:rPr>
            </w:pPr>
            <w:r w:rsidRPr="00C6587E">
              <w:rPr>
                <w:sz w:val="24"/>
                <w:szCs w:val="24"/>
              </w:rPr>
              <w:t>2 02 1</w:t>
            </w:r>
            <w:r w:rsidR="00810E85">
              <w:rPr>
                <w:sz w:val="24"/>
                <w:szCs w:val="24"/>
              </w:rPr>
              <w:t>0</w:t>
            </w:r>
            <w:r w:rsidRPr="00C6587E">
              <w:rPr>
                <w:sz w:val="24"/>
                <w:szCs w:val="24"/>
              </w:rPr>
              <w:t>000 00 0000 15</w:t>
            </w:r>
            <w:r w:rsidR="00487ED4">
              <w:rPr>
                <w:sz w:val="24"/>
                <w:szCs w:val="24"/>
              </w:rPr>
              <w:t>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3C2" w:rsidRPr="00C6587E" w:rsidRDefault="0053204C" w:rsidP="00810E85">
            <w:pPr>
              <w:jc w:val="both"/>
              <w:rPr>
                <w:sz w:val="24"/>
                <w:szCs w:val="24"/>
              </w:rPr>
            </w:pPr>
            <w:r w:rsidRPr="00C6587E">
              <w:rPr>
                <w:sz w:val="24"/>
                <w:szCs w:val="24"/>
              </w:rPr>
              <w:t xml:space="preserve">Дотации бюджетам </w:t>
            </w:r>
            <w:r w:rsidR="00810E85">
              <w:rPr>
                <w:sz w:val="24"/>
                <w:szCs w:val="24"/>
              </w:rPr>
              <w:t>бюджетной системы</w:t>
            </w:r>
            <w:r w:rsidRPr="00C6587E">
              <w:rPr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04C" w:rsidRPr="00F07034" w:rsidRDefault="009971DE" w:rsidP="00A611CF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220 142 400</w:t>
            </w:r>
            <w:r w:rsidR="00737043">
              <w:rPr>
                <w:sz w:val="24"/>
                <w:szCs w:val="24"/>
              </w:rPr>
              <w:t>,00</w:t>
            </w:r>
          </w:p>
        </w:tc>
      </w:tr>
      <w:tr w:rsidR="0053204C" w:rsidRPr="00C6587E" w:rsidTr="00810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04C" w:rsidRPr="00C6587E" w:rsidRDefault="0053204C" w:rsidP="00810E85">
            <w:pPr>
              <w:jc w:val="center"/>
              <w:rPr>
                <w:sz w:val="24"/>
                <w:szCs w:val="24"/>
              </w:rPr>
            </w:pPr>
            <w:r w:rsidRPr="00C6587E">
              <w:rPr>
                <w:sz w:val="24"/>
                <w:szCs w:val="24"/>
              </w:rPr>
              <w:t>2 02 1</w:t>
            </w:r>
            <w:r w:rsidR="003A7BC6">
              <w:rPr>
                <w:sz w:val="24"/>
                <w:szCs w:val="24"/>
              </w:rPr>
              <w:t>5</w:t>
            </w:r>
            <w:r w:rsidRPr="00C6587E">
              <w:rPr>
                <w:sz w:val="24"/>
                <w:szCs w:val="24"/>
              </w:rPr>
              <w:t>001 00 0000 </w:t>
            </w:r>
            <w:r w:rsidR="00487ED4" w:rsidRPr="00C6587E">
              <w:rPr>
                <w:sz w:val="24"/>
                <w:szCs w:val="24"/>
              </w:rPr>
              <w:t>15</w:t>
            </w:r>
            <w:r w:rsidR="00487ED4">
              <w:rPr>
                <w:sz w:val="24"/>
                <w:szCs w:val="24"/>
              </w:rPr>
              <w:t>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204C" w:rsidRPr="00C6587E" w:rsidRDefault="0053204C" w:rsidP="0053204C">
            <w:pPr>
              <w:jc w:val="both"/>
              <w:rPr>
                <w:sz w:val="24"/>
                <w:szCs w:val="24"/>
              </w:rPr>
            </w:pPr>
            <w:r w:rsidRPr="00C6587E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04C" w:rsidRPr="00C6587E" w:rsidRDefault="00A611CF" w:rsidP="0053204C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192 157 000,00</w:t>
            </w:r>
          </w:p>
        </w:tc>
      </w:tr>
      <w:tr w:rsidR="008A551C" w:rsidRPr="00C6587E" w:rsidTr="008A551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51C" w:rsidRPr="008A551C" w:rsidRDefault="008A551C" w:rsidP="008A55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51C">
              <w:rPr>
                <w:sz w:val="24"/>
                <w:szCs w:val="24"/>
              </w:rPr>
              <w:t>2 02 15001 14 0000 150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51C" w:rsidRPr="008A551C" w:rsidRDefault="008A551C" w:rsidP="008A55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551C">
              <w:rPr>
                <w:sz w:val="24"/>
                <w:szCs w:val="24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51C" w:rsidRPr="00C6587E" w:rsidRDefault="008A551C" w:rsidP="00742512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192 157 000,00</w:t>
            </w:r>
          </w:p>
        </w:tc>
      </w:tr>
      <w:tr w:rsidR="00742512" w:rsidRPr="00C6587E" w:rsidTr="00810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512" w:rsidRPr="00DE56AA" w:rsidRDefault="00742512" w:rsidP="00810E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2 02 15002 00 0000 150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512" w:rsidRPr="00DE56AA" w:rsidRDefault="00742512" w:rsidP="0074251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2512" w:rsidRDefault="009971DE" w:rsidP="00AB6B2D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27 985</w:t>
            </w:r>
            <w:r w:rsidR="00AB6B2D">
              <w:rPr>
                <w:sz w:val="24"/>
                <w:szCs w:val="24"/>
              </w:rPr>
              <w:t> 400,00</w:t>
            </w:r>
          </w:p>
        </w:tc>
      </w:tr>
      <w:tr w:rsidR="005F3D5C" w:rsidRPr="00C6587E" w:rsidTr="005F3D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5C" w:rsidRPr="005F3D5C" w:rsidRDefault="005F3D5C" w:rsidP="005F3D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D5C">
              <w:rPr>
                <w:sz w:val="24"/>
                <w:szCs w:val="24"/>
              </w:rPr>
              <w:t>2 02 15002 14 0000 150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D5C" w:rsidRPr="005F3D5C" w:rsidRDefault="005F3D5C" w:rsidP="005F3D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D5C">
              <w:rPr>
                <w:sz w:val="24"/>
                <w:szCs w:val="24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D5C" w:rsidRDefault="009971DE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27 985</w:t>
            </w:r>
            <w:r w:rsidR="00AB6B2D">
              <w:rPr>
                <w:sz w:val="24"/>
                <w:szCs w:val="24"/>
              </w:rPr>
              <w:t> 400,00</w:t>
            </w:r>
          </w:p>
        </w:tc>
      </w:tr>
      <w:tr w:rsidR="00FE4988" w:rsidRPr="00C6587E" w:rsidTr="005F3D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8" w:rsidRPr="00FE4988" w:rsidRDefault="00FE4988" w:rsidP="005F3D5C">
            <w:pPr>
              <w:jc w:val="center"/>
              <w:rPr>
                <w:sz w:val="24"/>
                <w:szCs w:val="24"/>
              </w:rPr>
            </w:pPr>
            <w:r w:rsidRPr="00FE4988">
              <w:rPr>
                <w:sz w:val="24"/>
                <w:szCs w:val="24"/>
              </w:rPr>
              <w:t>2 02 20000 00 0000 150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88" w:rsidRPr="00FE4988" w:rsidRDefault="00FE4988" w:rsidP="00FE498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FE4988">
              <w:rPr>
                <w:sz w:val="24"/>
                <w:szCs w:val="24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988" w:rsidRPr="00F07034" w:rsidRDefault="009971DE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152 697 052,22</w:t>
            </w:r>
          </w:p>
        </w:tc>
      </w:tr>
      <w:tr w:rsidR="00483DA5" w:rsidRPr="00C6587E" w:rsidTr="005F3D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A5" w:rsidRPr="00483DA5" w:rsidRDefault="00483DA5" w:rsidP="00483DA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3DA5">
              <w:rPr>
                <w:sz w:val="24"/>
                <w:szCs w:val="24"/>
              </w:rPr>
              <w:t xml:space="preserve">2 02 25304 </w:t>
            </w:r>
            <w:r>
              <w:rPr>
                <w:sz w:val="24"/>
                <w:szCs w:val="24"/>
              </w:rPr>
              <w:t>00</w:t>
            </w:r>
            <w:r w:rsidRPr="00483DA5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DA5" w:rsidRPr="00A857B2" w:rsidRDefault="00483DA5" w:rsidP="00483DA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A857B2">
              <w:rPr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3DA5" w:rsidRPr="00F07034" w:rsidRDefault="00CD565A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4 697 432,00</w:t>
            </w:r>
          </w:p>
        </w:tc>
      </w:tr>
      <w:tr w:rsidR="00483DA5" w:rsidRPr="00C6587E" w:rsidTr="005F3D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A5" w:rsidRPr="00483DA5" w:rsidRDefault="00483DA5" w:rsidP="00483DA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3DA5">
              <w:rPr>
                <w:sz w:val="24"/>
                <w:szCs w:val="24"/>
              </w:rPr>
              <w:t>2 02 25304 14 0000 150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DA5" w:rsidRPr="00483DA5" w:rsidRDefault="00483DA5" w:rsidP="00483DA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3DA5">
              <w:rPr>
                <w:sz w:val="24"/>
                <w:szCs w:val="24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3DA5" w:rsidRPr="00F07034" w:rsidRDefault="00CD565A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4 697 432,00</w:t>
            </w:r>
          </w:p>
        </w:tc>
      </w:tr>
      <w:tr w:rsidR="0009566F" w:rsidRPr="00C6587E" w:rsidTr="005F3D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6F" w:rsidRPr="0009566F" w:rsidRDefault="0009566F" w:rsidP="000956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66F">
              <w:rPr>
                <w:sz w:val="24"/>
                <w:szCs w:val="24"/>
              </w:rPr>
              <w:t xml:space="preserve">2 02 25454 </w:t>
            </w:r>
            <w:r>
              <w:rPr>
                <w:sz w:val="24"/>
                <w:szCs w:val="24"/>
              </w:rPr>
              <w:t>00</w:t>
            </w:r>
            <w:r w:rsidRPr="0009566F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66F" w:rsidRPr="0009566F" w:rsidRDefault="0009566F" w:rsidP="0009566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66F">
              <w:rPr>
                <w:sz w:val="24"/>
                <w:szCs w:val="24"/>
              </w:rPr>
              <w:t>Субсидии бюджетам на 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66F" w:rsidRDefault="0009566F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9566F" w:rsidRPr="00C6587E" w:rsidTr="005F3D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6F" w:rsidRPr="0009566F" w:rsidRDefault="0009566F" w:rsidP="000956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66F">
              <w:rPr>
                <w:sz w:val="24"/>
                <w:szCs w:val="24"/>
              </w:rPr>
              <w:t>2 02 25454 14 0000 150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66F" w:rsidRPr="0009566F" w:rsidRDefault="0009566F" w:rsidP="0009566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66F">
              <w:rPr>
                <w:sz w:val="24"/>
                <w:szCs w:val="24"/>
              </w:rPr>
              <w:t>Субсидии бюджетам муниципальных округов на 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66F" w:rsidRDefault="0009566F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D565A" w:rsidRPr="00C6587E" w:rsidTr="00CD565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65A" w:rsidRDefault="00CD565A" w:rsidP="00533D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2 02 25467 </w:t>
            </w:r>
            <w:r w:rsidR="00533D58">
              <w:rPr>
                <w:sz w:val="24"/>
                <w:szCs w:val="24"/>
                <w:lang w:eastAsia="en-US"/>
              </w:rPr>
              <w:t>00</w:t>
            </w:r>
            <w:r>
              <w:rPr>
                <w:sz w:val="24"/>
                <w:szCs w:val="24"/>
                <w:lang w:eastAsia="en-US"/>
              </w:rPr>
              <w:t xml:space="preserve">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65A" w:rsidRDefault="00CD565A" w:rsidP="00533D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565A" w:rsidRDefault="00533D58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801 900,00</w:t>
            </w:r>
          </w:p>
        </w:tc>
      </w:tr>
      <w:tr w:rsidR="00533D58" w:rsidRPr="00C6587E" w:rsidTr="005F3D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58" w:rsidRDefault="00533D58" w:rsidP="00533D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2 02 25467 14 0000 150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D58" w:rsidRDefault="00533D58" w:rsidP="00533D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D58" w:rsidRDefault="00533D58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801 900,00</w:t>
            </w:r>
          </w:p>
        </w:tc>
      </w:tr>
      <w:tr w:rsidR="00F5558B" w:rsidRPr="00C6587E" w:rsidTr="005F3D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8B" w:rsidRPr="00FE4988" w:rsidRDefault="00F5558B" w:rsidP="00F5558B">
            <w:pPr>
              <w:jc w:val="center"/>
              <w:rPr>
                <w:sz w:val="24"/>
                <w:szCs w:val="24"/>
              </w:rPr>
            </w:pPr>
            <w:r w:rsidRPr="00F5558B">
              <w:rPr>
                <w:sz w:val="24"/>
                <w:szCs w:val="24"/>
              </w:rPr>
              <w:t xml:space="preserve">2 02 25497 </w:t>
            </w:r>
            <w:r>
              <w:rPr>
                <w:sz w:val="24"/>
                <w:szCs w:val="24"/>
              </w:rPr>
              <w:t>00</w:t>
            </w:r>
            <w:r w:rsidRPr="00F5558B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58B" w:rsidRPr="00A857B2" w:rsidRDefault="00483DA5" w:rsidP="00483DA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A857B2">
              <w:rPr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558B" w:rsidRPr="00F07034" w:rsidRDefault="00CD565A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317 497,12</w:t>
            </w:r>
          </w:p>
        </w:tc>
      </w:tr>
      <w:tr w:rsidR="00F5558B" w:rsidRPr="00C6587E" w:rsidTr="005F3D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8B" w:rsidRPr="00F5558B" w:rsidRDefault="00F5558B" w:rsidP="00F555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558B">
              <w:rPr>
                <w:sz w:val="24"/>
                <w:szCs w:val="24"/>
              </w:rPr>
              <w:t>2 02 25497 14 0000 150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58B" w:rsidRPr="00F5558B" w:rsidRDefault="00F5558B" w:rsidP="00F5558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558B">
              <w:rPr>
                <w:sz w:val="24"/>
                <w:szCs w:val="24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558B" w:rsidRPr="00F07034" w:rsidRDefault="00CD565A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317 497,12</w:t>
            </w:r>
          </w:p>
        </w:tc>
      </w:tr>
      <w:tr w:rsidR="00483DA5" w:rsidRPr="00C6587E" w:rsidTr="005F3D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A5" w:rsidRPr="00483DA5" w:rsidRDefault="00483DA5" w:rsidP="00483DA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2 02 25513 00</w:t>
            </w:r>
            <w:r w:rsidRPr="00483DA5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DA5" w:rsidRPr="00A857B2" w:rsidRDefault="00483DA5" w:rsidP="00483DA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857B2">
              <w:rPr>
                <w:sz w:val="24"/>
                <w:szCs w:val="24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3DA5" w:rsidRDefault="00483DA5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483DA5" w:rsidRPr="00C6587E" w:rsidTr="00483DA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A5" w:rsidRPr="00483DA5" w:rsidRDefault="00483DA5" w:rsidP="00483DA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3DA5">
              <w:rPr>
                <w:sz w:val="24"/>
                <w:szCs w:val="24"/>
              </w:rPr>
              <w:t>2 02 25513 14 0000 150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DA5" w:rsidRPr="00483DA5" w:rsidRDefault="00483DA5" w:rsidP="00483DA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3DA5">
              <w:rPr>
                <w:sz w:val="24"/>
                <w:szCs w:val="24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3DA5" w:rsidRDefault="00483DA5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483DA5" w:rsidRPr="00C6587E" w:rsidTr="00483DA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A5" w:rsidRPr="00483DA5" w:rsidRDefault="00483DA5" w:rsidP="00483DA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2 02 25519 00</w:t>
            </w:r>
            <w:r w:rsidRPr="00483DA5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DA5" w:rsidRPr="00A857B2" w:rsidRDefault="00483DA5" w:rsidP="00483DA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857B2">
              <w:rPr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3DA5" w:rsidRDefault="00CD565A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13 168 232,00</w:t>
            </w:r>
          </w:p>
        </w:tc>
      </w:tr>
      <w:tr w:rsidR="00483DA5" w:rsidRPr="00C6587E" w:rsidTr="00483DA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A5" w:rsidRPr="00483DA5" w:rsidRDefault="00483DA5" w:rsidP="00483DA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3DA5">
              <w:rPr>
                <w:sz w:val="24"/>
                <w:szCs w:val="24"/>
              </w:rPr>
              <w:t>2 02 25519 14 0000 150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DA5" w:rsidRPr="00483DA5" w:rsidRDefault="00483DA5" w:rsidP="00483DA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3DA5">
              <w:rPr>
                <w:sz w:val="24"/>
                <w:szCs w:val="24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3DA5" w:rsidRDefault="00CD565A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13 168 232,00</w:t>
            </w:r>
          </w:p>
        </w:tc>
      </w:tr>
      <w:tr w:rsidR="0009566F" w:rsidRPr="00C6587E" w:rsidTr="00483DA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6F" w:rsidRPr="0009566F" w:rsidRDefault="0009566F" w:rsidP="000956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66F">
              <w:rPr>
                <w:sz w:val="24"/>
                <w:szCs w:val="24"/>
              </w:rPr>
              <w:t xml:space="preserve">2 02 25555 </w:t>
            </w:r>
            <w:r>
              <w:rPr>
                <w:sz w:val="24"/>
                <w:szCs w:val="24"/>
              </w:rPr>
              <w:t>00</w:t>
            </w:r>
            <w:r w:rsidRPr="0009566F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66F" w:rsidRPr="0009566F" w:rsidRDefault="0009566F" w:rsidP="0009566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66F">
              <w:rPr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66F" w:rsidRDefault="00533D58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4 323 119,31</w:t>
            </w:r>
          </w:p>
        </w:tc>
      </w:tr>
      <w:tr w:rsidR="0009566F" w:rsidRPr="00C6587E" w:rsidTr="00483DA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6F" w:rsidRPr="0009566F" w:rsidRDefault="0009566F" w:rsidP="000956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66F">
              <w:rPr>
                <w:sz w:val="24"/>
                <w:szCs w:val="24"/>
              </w:rPr>
              <w:t>2 02 25555 14 0000 150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66F" w:rsidRPr="0009566F" w:rsidRDefault="0009566F" w:rsidP="0009566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66F">
              <w:rPr>
                <w:sz w:val="24"/>
                <w:szCs w:val="24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66F" w:rsidRDefault="00533D58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4 323 119,31</w:t>
            </w:r>
          </w:p>
        </w:tc>
      </w:tr>
      <w:tr w:rsidR="00533D58" w:rsidRPr="00C6587E" w:rsidTr="00533D5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58" w:rsidRDefault="00533D58" w:rsidP="00533D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2 02 25559 00 0000 150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D58" w:rsidRDefault="00533D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Субсидии бюджетам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D58" w:rsidRPr="00AB6B2D" w:rsidRDefault="009E2073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1 003 336,00</w:t>
            </w:r>
          </w:p>
        </w:tc>
      </w:tr>
      <w:tr w:rsidR="00533D58" w:rsidRPr="00C6587E" w:rsidTr="00533D5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58" w:rsidRDefault="00533D58" w:rsidP="00533D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2 02 25559 14 0000 150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D58" w:rsidRDefault="00533D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Субсидии бюджетам муниципальных округов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D58" w:rsidRPr="00AB6B2D" w:rsidRDefault="009E2073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1 003 336,00</w:t>
            </w:r>
          </w:p>
        </w:tc>
      </w:tr>
      <w:tr w:rsidR="00D13944" w:rsidRPr="00C6587E" w:rsidTr="00D139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44" w:rsidRPr="00D13944" w:rsidRDefault="00D13944" w:rsidP="00D139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D13944">
              <w:rPr>
                <w:sz w:val="24"/>
                <w:szCs w:val="24"/>
                <w:lang w:eastAsia="en-US"/>
              </w:rPr>
              <w:t>2 02 25599 00 0000 150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944" w:rsidRPr="00D13944" w:rsidRDefault="00D139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D13944">
              <w:rPr>
                <w:sz w:val="24"/>
                <w:szCs w:val="24"/>
                <w:lang w:eastAsia="en-US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944" w:rsidRDefault="00D13944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419 958,00</w:t>
            </w:r>
          </w:p>
        </w:tc>
      </w:tr>
      <w:tr w:rsidR="00D13944" w:rsidRPr="00C6587E" w:rsidTr="00D1394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44" w:rsidRDefault="00D13944" w:rsidP="00D139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2 02 25599 14 0000 150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944" w:rsidRDefault="00D139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944" w:rsidRDefault="00D13944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419 958,00</w:t>
            </w:r>
          </w:p>
        </w:tc>
      </w:tr>
      <w:tr w:rsidR="00483DA5" w:rsidRPr="00C6587E" w:rsidTr="00483DA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A5" w:rsidRPr="00F5558B" w:rsidRDefault="00483DA5" w:rsidP="00483DA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558B">
              <w:rPr>
                <w:sz w:val="24"/>
                <w:szCs w:val="24"/>
              </w:rPr>
              <w:t xml:space="preserve">2 02 29999 </w:t>
            </w:r>
            <w:r>
              <w:rPr>
                <w:sz w:val="24"/>
                <w:szCs w:val="24"/>
              </w:rPr>
              <w:t>00</w:t>
            </w:r>
            <w:r w:rsidRPr="00F5558B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DA5" w:rsidRPr="00A857B2" w:rsidRDefault="00483DA5" w:rsidP="00483D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857B2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3DA5" w:rsidRPr="004C06DE" w:rsidRDefault="00D13944" w:rsidP="00742096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127 965 577,79</w:t>
            </w:r>
          </w:p>
        </w:tc>
      </w:tr>
      <w:tr w:rsidR="00F5558B" w:rsidRPr="00C6587E" w:rsidTr="005F3D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8B" w:rsidRPr="00F5558B" w:rsidRDefault="00F5558B" w:rsidP="00F555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558B">
              <w:rPr>
                <w:sz w:val="24"/>
                <w:szCs w:val="24"/>
              </w:rPr>
              <w:t>2 02 29999 14 0000 150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58B" w:rsidRPr="00F5558B" w:rsidRDefault="00F5558B" w:rsidP="00F5558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558B">
              <w:rPr>
                <w:sz w:val="24"/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558B" w:rsidRPr="004C06DE" w:rsidRDefault="00D13944" w:rsidP="00D13944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127 965 577,79</w:t>
            </w:r>
          </w:p>
        </w:tc>
      </w:tr>
      <w:tr w:rsidR="00A24FAE" w:rsidRPr="00C6587E" w:rsidTr="00810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AE" w:rsidRDefault="00A24FAE" w:rsidP="00810E85">
            <w:pPr>
              <w:jc w:val="center"/>
            </w:pPr>
            <w:r w:rsidRPr="003E79A4">
              <w:rPr>
                <w:sz w:val="24"/>
                <w:szCs w:val="24"/>
              </w:rPr>
              <w:t>2 02 3</w:t>
            </w:r>
            <w:r w:rsidR="004D4A06">
              <w:rPr>
                <w:sz w:val="24"/>
                <w:szCs w:val="24"/>
              </w:rPr>
              <w:t>0</w:t>
            </w:r>
            <w:r w:rsidRPr="003E79A4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</w:t>
            </w:r>
            <w:r w:rsidRPr="003E79A4">
              <w:rPr>
                <w:sz w:val="24"/>
                <w:szCs w:val="24"/>
              </w:rPr>
              <w:t> 00 0000 </w:t>
            </w:r>
            <w:r w:rsidR="00487ED4" w:rsidRPr="00C6587E">
              <w:rPr>
                <w:sz w:val="24"/>
                <w:szCs w:val="24"/>
              </w:rPr>
              <w:t>15</w:t>
            </w:r>
            <w:r w:rsidR="00487ED4">
              <w:rPr>
                <w:sz w:val="24"/>
                <w:szCs w:val="24"/>
              </w:rPr>
              <w:t>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4FAE" w:rsidRPr="00332134" w:rsidRDefault="00A24FAE" w:rsidP="00FE498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32134">
              <w:rPr>
                <w:color w:val="000000"/>
                <w:sz w:val="24"/>
                <w:szCs w:val="24"/>
                <w:lang w:eastAsia="en-US"/>
              </w:rPr>
              <w:t xml:space="preserve">Субвенции </w:t>
            </w:r>
            <w:r w:rsidR="000B3E2E" w:rsidRPr="000B3E2E">
              <w:rPr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4FAE" w:rsidRPr="00F07034" w:rsidRDefault="00D824A3" w:rsidP="00F07034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229 767 602,76</w:t>
            </w:r>
          </w:p>
        </w:tc>
      </w:tr>
      <w:tr w:rsidR="004B14D2" w:rsidRPr="00C6587E" w:rsidTr="00810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4D2" w:rsidRPr="004B14D2" w:rsidRDefault="004B14D2" w:rsidP="00810E85">
            <w:pPr>
              <w:jc w:val="center"/>
              <w:rPr>
                <w:sz w:val="24"/>
                <w:szCs w:val="24"/>
              </w:rPr>
            </w:pPr>
            <w:r w:rsidRPr="004B14D2">
              <w:rPr>
                <w:sz w:val="24"/>
                <w:szCs w:val="24"/>
              </w:rPr>
              <w:t>2 02 30024 00 0000 15</w:t>
            </w:r>
            <w:r w:rsidR="007D5B96">
              <w:rPr>
                <w:sz w:val="24"/>
                <w:szCs w:val="24"/>
              </w:rPr>
              <w:t>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4D2" w:rsidRPr="004B14D2" w:rsidRDefault="004B14D2" w:rsidP="0079261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B14D2">
              <w:rPr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14D2" w:rsidRDefault="00D824A3" w:rsidP="005F7987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212 755 303,80</w:t>
            </w:r>
          </w:p>
        </w:tc>
      </w:tr>
      <w:tr w:rsidR="00C0213B" w:rsidRPr="00C6587E" w:rsidTr="00C0213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3B" w:rsidRPr="00C0213B" w:rsidRDefault="00C0213B" w:rsidP="00C021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213B">
              <w:rPr>
                <w:sz w:val="24"/>
                <w:szCs w:val="24"/>
              </w:rPr>
              <w:t>2 02 30024 14 0000 150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13B" w:rsidRPr="00C0213B" w:rsidRDefault="00C0213B" w:rsidP="00C0213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213B">
              <w:rPr>
                <w:sz w:val="24"/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3B" w:rsidRDefault="00D824A3" w:rsidP="005F7987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212 755 303,80</w:t>
            </w:r>
          </w:p>
        </w:tc>
      </w:tr>
      <w:tr w:rsidR="00C0213B" w:rsidRPr="00C6587E" w:rsidTr="00C0213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3B" w:rsidRPr="00A857B2" w:rsidRDefault="00C0213B" w:rsidP="00C021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57B2">
              <w:rPr>
                <w:sz w:val="24"/>
                <w:szCs w:val="24"/>
              </w:rPr>
              <w:t>2 02 35118 00 0000 150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13B" w:rsidRPr="00A857B2" w:rsidRDefault="00C0213B" w:rsidP="00C0213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857B2">
              <w:rPr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3B" w:rsidRDefault="00D824A3" w:rsidP="005F7987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837 248,96</w:t>
            </w:r>
          </w:p>
        </w:tc>
      </w:tr>
      <w:tr w:rsidR="00C0213B" w:rsidRPr="00C6587E" w:rsidTr="00C0213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3B" w:rsidRPr="00C0213B" w:rsidRDefault="00C0213B" w:rsidP="00C021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213B">
              <w:rPr>
                <w:sz w:val="24"/>
                <w:szCs w:val="24"/>
              </w:rPr>
              <w:lastRenderedPageBreak/>
              <w:t>2 02 35118 14 0000 150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13B" w:rsidRPr="00C0213B" w:rsidRDefault="00C0213B" w:rsidP="00C0213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213B">
              <w:rPr>
                <w:sz w:val="24"/>
                <w:szCs w:val="24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3B" w:rsidRDefault="00D824A3" w:rsidP="005F7987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837 248,96</w:t>
            </w:r>
          </w:p>
        </w:tc>
      </w:tr>
      <w:tr w:rsidR="00B16530" w:rsidRPr="001730E7" w:rsidTr="00810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30" w:rsidRPr="00B16530" w:rsidRDefault="00B16530" w:rsidP="00810E85">
            <w:pPr>
              <w:jc w:val="center"/>
              <w:rPr>
                <w:sz w:val="24"/>
                <w:szCs w:val="24"/>
              </w:rPr>
            </w:pPr>
            <w:r w:rsidRPr="00B16530">
              <w:rPr>
                <w:sz w:val="24"/>
                <w:szCs w:val="24"/>
              </w:rPr>
              <w:t>2 02 35120 00 0000 15</w:t>
            </w:r>
            <w:r w:rsidR="00A15DB4">
              <w:rPr>
                <w:sz w:val="24"/>
                <w:szCs w:val="24"/>
              </w:rPr>
              <w:t>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6530" w:rsidRPr="00B16530" w:rsidRDefault="00B16530" w:rsidP="0079261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16530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530" w:rsidRDefault="00FC2904" w:rsidP="00C0213B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07034">
              <w:rPr>
                <w:sz w:val="24"/>
                <w:szCs w:val="24"/>
              </w:rPr>
              <w:t> 1</w:t>
            </w:r>
            <w:r w:rsidR="00C0213B">
              <w:rPr>
                <w:sz w:val="24"/>
                <w:szCs w:val="24"/>
              </w:rPr>
              <w:t>5</w:t>
            </w:r>
            <w:r w:rsidR="00F07034">
              <w:rPr>
                <w:sz w:val="24"/>
                <w:szCs w:val="24"/>
              </w:rPr>
              <w:t>0,00</w:t>
            </w:r>
          </w:p>
        </w:tc>
      </w:tr>
      <w:tr w:rsidR="00C0213B" w:rsidRPr="001730E7" w:rsidTr="00810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3B" w:rsidRPr="00C0213B" w:rsidRDefault="00C0213B" w:rsidP="00C021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213B">
              <w:rPr>
                <w:sz w:val="24"/>
                <w:szCs w:val="24"/>
              </w:rPr>
              <w:t>2 02 35120 14 0000 150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13B" w:rsidRPr="00C0213B" w:rsidRDefault="00C0213B" w:rsidP="00C0213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213B">
              <w:rPr>
                <w:sz w:val="24"/>
                <w:szCs w:val="24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3B" w:rsidRDefault="00C0213B" w:rsidP="00C0213B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1 150,00</w:t>
            </w:r>
          </w:p>
        </w:tc>
      </w:tr>
      <w:tr w:rsidR="005F7987" w:rsidRPr="001730E7" w:rsidTr="00810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87" w:rsidRPr="00B16530" w:rsidRDefault="005F7987" w:rsidP="00810E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2 02 35303 00 0000 150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987" w:rsidRPr="00B16530" w:rsidRDefault="00A857B2" w:rsidP="0079261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987" w:rsidRDefault="008C7DB0" w:rsidP="00401A70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14 999 000,00</w:t>
            </w:r>
          </w:p>
        </w:tc>
      </w:tr>
      <w:tr w:rsidR="00C0213B" w:rsidRPr="001730E7" w:rsidTr="00810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3B" w:rsidRPr="00C0213B" w:rsidRDefault="00C0213B" w:rsidP="00C021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213B">
              <w:rPr>
                <w:sz w:val="24"/>
                <w:szCs w:val="24"/>
              </w:rPr>
              <w:t>2 02 35303 14 0000 150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13B" w:rsidRPr="00C0213B" w:rsidRDefault="00C0213B" w:rsidP="00C0213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213B">
              <w:rPr>
                <w:sz w:val="24"/>
                <w:szCs w:val="24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3B" w:rsidRDefault="008C7DB0" w:rsidP="00401A70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14 999 000,00</w:t>
            </w:r>
          </w:p>
        </w:tc>
      </w:tr>
      <w:tr w:rsidR="00E26334" w:rsidRPr="001730E7" w:rsidTr="00810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34" w:rsidRPr="00E26334" w:rsidRDefault="00E26334" w:rsidP="00810E85">
            <w:pPr>
              <w:jc w:val="center"/>
              <w:rPr>
                <w:sz w:val="24"/>
                <w:szCs w:val="24"/>
              </w:rPr>
            </w:pPr>
            <w:r w:rsidRPr="00E26334">
              <w:rPr>
                <w:sz w:val="24"/>
                <w:szCs w:val="24"/>
              </w:rPr>
              <w:t>2 02 35930 00 0000 15</w:t>
            </w:r>
            <w:r w:rsidR="00A15DB4">
              <w:rPr>
                <w:sz w:val="24"/>
                <w:szCs w:val="24"/>
              </w:rPr>
              <w:t>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334" w:rsidRPr="00AA757B" w:rsidRDefault="00E26334" w:rsidP="0079261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6334">
              <w:rPr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6334" w:rsidRPr="003A6F3A" w:rsidRDefault="008C7DB0" w:rsidP="00401A70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1 174 900,00</w:t>
            </w:r>
          </w:p>
        </w:tc>
      </w:tr>
      <w:tr w:rsidR="00BC635E" w:rsidRPr="001730E7" w:rsidTr="00BC635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35E" w:rsidRPr="00BC635E" w:rsidRDefault="00BC635E" w:rsidP="00BC6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635E">
              <w:rPr>
                <w:sz w:val="24"/>
                <w:szCs w:val="24"/>
              </w:rPr>
              <w:t>2 02 35930 14 0000 150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635E" w:rsidRPr="00BC635E" w:rsidRDefault="00BC635E" w:rsidP="00BC63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635E">
              <w:rPr>
                <w:sz w:val="24"/>
                <w:szCs w:val="24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635E" w:rsidRPr="003A6F3A" w:rsidRDefault="008C7DB0" w:rsidP="00401A70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1 174 900,00</w:t>
            </w:r>
          </w:p>
        </w:tc>
      </w:tr>
      <w:tr w:rsidR="00A24FAE" w:rsidRPr="001730E7" w:rsidTr="00B2067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AE" w:rsidRDefault="00A24FAE" w:rsidP="00810E85">
            <w:pPr>
              <w:jc w:val="center"/>
            </w:pPr>
            <w:r w:rsidRPr="009655DC">
              <w:rPr>
                <w:sz w:val="24"/>
                <w:szCs w:val="24"/>
              </w:rPr>
              <w:t>2 02 40</w:t>
            </w:r>
            <w:r>
              <w:rPr>
                <w:sz w:val="24"/>
                <w:szCs w:val="24"/>
              </w:rPr>
              <w:t>00</w:t>
            </w:r>
            <w:r w:rsidR="000547D1">
              <w:rPr>
                <w:sz w:val="24"/>
                <w:szCs w:val="24"/>
              </w:rPr>
              <w:t>0</w:t>
            </w:r>
            <w:r w:rsidRPr="009655DC">
              <w:rPr>
                <w:sz w:val="24"/>
                <w:szCs w:val="24"/>
              </w:rPr>
              <w:t> 00 0000 </w:t>
            </w:r>
            <w:r w:rsidR="00487ED4" w:rsidRPr="00C6587E">
              <w:rPr>
                <w:sz w:val="24"/>
                <w:szCs w:val="24"/>
              </w:rPr>
              <w:t>15</w:t>
            </w:r>
            <w:r w:rsidR="00487ED4">
              <w:rPr>
                <w:sz w:val="24"/>
                <w:szCs w:val="24"/>
              </w:rPr>
              <w:t>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FAE" w:rsidRPr="005E651F" w:rsidRDefault="00A24FAE" w:rsidP="00810E8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Иные м</w:t>
            </w:r>
            <w:r w:rsidRPr="00081721">
              <w:rPr>
                <w:color w:val="000000"/>
                <w:sz w:val="24"/>
                <w:szCs w:val="24"/>
                <w:lang w:eastAsia="en-US"/>
              </w:rPr>
              <w:t>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4FAE" w:rsidRPr="00F07034" w:rsidRDefault="00D824A3" w:rsidP="00D824A3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2 644 641,00</w:t>
            </w:r>
          </w:p>
        </w:tc>
      </w:tr>
      <w:tr w:rsidR="008C7DB0" w:rsidRPr="001730E7" w:rsidTr="008C7DB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B0" w:rsidRDefault="008C7DB0" w:rsidP="008C7DB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2 02 45050 00 0000 150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DB0" w:rsidRDefault="008C7DB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7DB0" w:rsidRDefault="00893AD4" w:rsidP="004A6DEE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312 480,00</w:t>
            </w:r>
          </w:p>
        </w:tc>
      </w:tr>
      <w:tr w:rsidR="008C7DB0" w:rsidRPr="001730E7" w:rsidTr="008C7DB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B0" w:rsidRDefault="008C7DB0" w:rsidP="008C7DB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2 02 45050 14 0000 150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DB0" w:rsidRDefault="008C7DB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7DB0" w:rsidRDefault="00893AD4" w:rsidP="004A6DEE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312 480,00</w:t>
            </w:r>
          </w:p>
        </w:tc>
      </w:tr>
      <w:tr w:rsidR="00F5558B" w:rsidRPr="001730E7" w:rsidTr="00810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8B" w:rsidRPr="009655DC" w:rsidRDefault="00F5558B" w:rsidP="00F5558B">
            <w:pPr>
              <w:jc w:val="center"/>
              <w:rPr>
                <w:sz w:val="24"/>
                <w:szCs w:val="24"/>
              </w:rPr>
            </w:pPr>
            <w:r w:rsidRPr="00A857B2">
              <w:rPr>
                <w:sz w:val="24"/>
                <w:szCs w:val="24"/>
              </w:rPr>
              <w:t>2 02 45179 00 0000 150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58B" w:rsidRDefault="00A857B2" w:rsidP="00A857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558B" w:rsidRDefault="00893AD4" w:rsidP="004A6DEE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1 007 161,00</w:t>
            </w:r>
          </w:p>
        </w:tc>
      </w:tr>
      <w:tr w:rsidR="00F5558B" w:rsidRPr="001730E7" w:rsidTr="00F5558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8B" w:rsidRPr="00F5558B" w:rsidRDefault="00F5558B" w:rsidP="00F555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558B">
              <w:rPr>
                <w:sz w:val="24"/>
                <w:szCs w:val="24"/>
              </w:rPr>
              <w:t>2 02 45179 14 0000 150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58B" w:rsidRPr="00F5558B" w:rsidRDefault="00F5558B" w:rsidP="00F5558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558B">
              <w:rPr>
                <w:sz w:val="24"/>
                <w:szCs w:val="24"/>
              </w:rPr>
              <w:t>Межбюджетные трансферты,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558B" w:rsidRPr="003A6F3A" w:rsidRDefault="00893AD4" w:rsidP="007C7093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1 007 161,00</w:t>
            </w:r>
          </w:p>
        </w:tc>
      </w:tr>
      <w:tr w:rsidR="00F5558B" w:rsidRPr="001730E7" w:rsidTr="00810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8B" w:rsidRPr="00E5394C" w:rsidRDefault="00F5558B" w:rsidP="00F5558B">
            <w:pPr>
              <w:jc w:val="center"/>
              <w:rPr>
                <w:sz w:val="24"/>
                <w:szCs w:val="24"/>
              </w:rPr>
            </w:pPr>
            <w:r w:rsidRPr="00A857B2">
              <w:rPr>
                <w:sz w:val="24"/>
                <w:szCs w:val="24"/>
              </w:rPr>
              <w:t>2 02 49999 00 0000 150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58B" w:rsidRPr="00E5394C" w:rsidRDefault="00A857B2" w:rsidP="00A857B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558B" w:rsidRDefault="00D824A3" w:rsidP="007C7093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1 325 000</w:t>
            </w:r>
            <w:r w:rsidR="00F5558B">
              <w:rPr>
                <w:sz w:val="24"/>
                <w:szCs w:val="24"/>
              </w:rPr>
              <w:t>,00</w:t>
            </w:r>
          </w:p>
        </w:tc>
      </w:tr>
      <w:tr w:rsidR="00F5558B" w:rsidRPr="001730E7" w:rsidTr="00F5558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8B" w:rsidRPr="00F5558B" w:rsidRDefault="00F5558B" w:rsidP="00F555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558B">
              <w:rPr>
                <w:sz w:val="24"/>
                <w:szCs w:val="24"/>
              </w:rPr>
              <w:t>2 02 49999 14 0000 150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58B" w:rsidRPr="00F5558B" w:rsidRDefault="00F5558B" w:rsidP="00F5558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558B">
              <w:rPr>
                <w:sz w:val="24"/>
                <w:szCs w:val="24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558B" w:rsidRPr="003A6F3A" w:rsidRDefault="00D824A3" w:rsidP="003E2284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1 325 000</w:t>
            </w:r>
            <w:r w:rsidR="00F5558B">
              <w:rPr>
                <w:sz w:val="24"/>
                <w:szCs w:val="24"/>
              </w:rPr>
              <w:t>,00</w:t>
            </w:r>
          </w:p>
        </w:tc>
      </w:tr>
      <w:tr w:rsidR="00D824A3" w:rsidRPr="001730E7" w:rsidTr="005804D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4A3" w:rsidRPr="00F5558B" w:rsidRDefault="00D824A3" w:rsidP="00F555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2 07 00000 00 0000 000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4A3" w:rsidRPr="00F5558B" w:rsidRDefault="00CD0FDD" w:rsidP="005804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24A3" w:rsidRDefault="005804D2" w:rsidP="003E2284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500 000,00</w:t>
            </w:r>
          </w:p>
        </w:tc>
      </w:tr>
      <w:tr w:rsidR="005804D2" w:rsidRPr="001730E7" w:rsidTr="005804D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D2" w:rsidRDefault="005804D2" w:rsidP="005804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2 07 04050 14 0000 150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4D2" w:rsidRDefault="005804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04D2" w:rsidRDefault="005804D2" w:rsidP="003E2284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500 000,00</w:t>
            </w:r>
          </w:p>
        </w:tc>
      </w:tr>
    </w:tbl>
    <w:p w:rsidR="000D200A" w:rsidRDefault="000D200A" w:rsidP="007D70FA">
      <w:pPr>
        <w:jc w:val="both"/>
      </w:pPr>
    </w:p>
    <w:sectPr w:rsidR="000D200A" w:rsidSect="002A1140">
      <w:headerReference w:type="default" r:id="rId9"/>
      <w:pgSz w:w="11906" w:h="16838" w:code="9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FDD" w:rsidRDefault="00CD0FDD" w:rsidP="00C30039">
      <w:r>
        <w:separator/>
      </w:r>
    </w:p>
  </w:endnote>
  <w:endnote w:type="continuationSeparator" w:id="0">
    <w:p w:rsidR="00CD0FDD" w:rsidRDefault="00CD0FDD" w:rsidP="00C30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FDD" w:rsidRDefault="00CD0FDD" w:rsidP="00C30039">
      <w:r>
        <w:separator/>
      </w:r>
    </w:p>
  </w:footnote>
  <w:footnote w:type="continuationSeparator" w:id="0">
    <w:p w:rsidR="00CD0FDD" w:rsidRDefault="00CD0FDD" w:rsidP="00C30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FDD" w:rsidRDefault="00BA70B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CD0FDD" w:rsidRDefault="00CD0F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2EFC"/>
    <w:rsid w:val="000001FD"/>
    <w:rsid w:val="00011B6B"/>
    <w:rsid w:val="0002216A"/>
    <w:rsid w:val="000228C8"/>
    <w:rsid w:val="00022D07"/>
    <w:rsid w:val="0002330D"/>
    <w:rsid w:val="000240B4"/>
    <w:rsid w:val="0002515B"/>
    <w:rsid w:val="00026127"/>
    <w:rsid w:val="00027D30"/>
    <w:rsid w:val="000338CE"/>
    <w:rsid w:val="00036B98"/>
    <w:rsid w:val="000417A9"/>
    <w:rsid w:val="000453C2"/>
    <w:rsid w:val="00046C16"/>
    <w:rsid w:val="000512BF"/>
    <w:rsid w:val="000547D1"/>
    <w:rsid w:val="00055511"/>
    <w:rsid w:val="0005720A"/>
    <w:rsid w:val="00057A05"/>
    <w:rsid w:val="0007026B"/>
    <w:rsid w:val="000731DD"/>
    <w:rsid w:val="000811A4"/>
    <w:rsid w:val="00081721"/>
    <w:rsid w:val="00081FAF"/>
    <w:rsid w:val="000838D5"/>
    <w:rsid w:val="000863DD"/>
    <w:rsid w:val="00087F86"/>
    <w:rsid w:val="0009261B"/>
    <w:rsid w:val="000929FC"/>
    <w:rsid w:val="000937C6"/>
    <w:rsid w:val="0009425B"/>
    <w:rsid w:val="00094F85"/>
    <w:rsid w:val="0009566F"/>
    <w:rsid w:val="000A0597"/>
    <w:rsid w:val="000A2840"/>
    <w:rsid w:val="000B1E76"/>
    <w:rsid w:val="000B3964"/>
    <w:rsid w:val="000B3E2E"/>
    <w:rsid w:val="000B721E"/>
    <w:rsid w:val="000B7B6A"/>
    <w:rsid w:val="000C0C44"/>
    <w:rsid w:val="000C34D3"/>
    <w:rsid w:val="000C5182"/>
    <w:rsid w:val="000C51EC"/>
    <w:rsid w:val="000D200A"/>
    <w:rsid w:val="000D276D"/>
    <w:rsid w:val="000D3896"/>
    <w:rsid w:val="000D463B"/>
    <w:rsid w:val="000E1EEA"/>
    <w:rsid w:val="000E45C3"/>
    <w:rsid w:val="000E6D4F"/>
    <w:rsid w:val="000F56E7"/>
    <w:rsid w:val="00100C89"/>
    <w:rsid w:val="001014D8"/>
    <w:rsid w:val="00103AA0"/>
    <w:rsid w:val="001054B1"/>
    <w:rsid w:val="00107AD6"/>
    <w:rsid w:val="00112B8A"/>
    <w:rsid w:val="00112DB8"/>
    <w:rsid w:val="00113A20"/>
    <w:rsid w:val="0012127D"/>
    <w:rsid w:val="00121B0B"/>
    <w:rsid w:val="001230FF"/>
    <w:rsid w:val="00123252"/>
    <w:rsid w:val="00125318"/>
    <w:rsid w:val="00130F01"/>
    <w:rsid w:val="00133F0D"/>
    <w:rsid w:val="00143FE0"/>
    <w:rsid w:val="00146ABF"/>
    <w:rsid w:val="0015022F"/>
    <w:rsid w:val="00150EC0"/>
    <w:rsid w:val="001539D1"/>
    <w:rsid w:val="001546D4"/>
    <w:rsid w:val="001550AC"/>
    <w:rsid w:val="001617F6"/>
    <w:rsid w:val="00164D49"/>
    <w:rsid w:val="001655D9"/>
    <w:rsid w:val="00172F10"/>
    <w:rsid w:val="001730E7"/>
    <w:rsid w:val="00176364"/>
    <w:rsid w:val="001766CA"/>
    <w:rsid w:val="00177B0F"/>
    <w:rsid w:val="00181A9D"/>
    <w:rsid w:val="00184AF5"/>
    <w:rsid w:val="001902AA"/>
    <w:rsid w:val="00191034"/>
    <w:rsid w:val="00193E93"/>
    <w:rsid w:val="00195B52"/>
    <w:rsid w:val="001A0D74"/>
    <w:rsid w:val="001A189C"/>
    <w:rsid w:val="001A1901"/>
    <w:rsid w:val="001A39BA"/>
    <w:rsid w:val="001B0FFB"/>
    <w:rsid w:val="001B254B"/>
    <w:rsid w:val="001B5953"/>
    <w:rsid w:val="001C1052"/>
    <w:rsid w:val="001D3BF3"/>
    <w:rsid w:val="001D72C6"/>
    <w:rsid w:val="001E33E5"/>
    <w:rsid w:val="001E4A19"/>
    <w:rsid w:val="001F107B"/>
    <w:rsid w:val="001F313F"/>
    <w:rsid w:val="00201148"/>
    <w:rsid w:val="00201488"/>
    <w:rsid w:val="0020696F"/>
    <w:rsid w:val="00207D04"/>
    <w:rsid w:val="00213222"/>
    <w:rsid w:val="00224318"/>
    <w:rsid w:val="002253BF"/>
    <w:rsid w:val="00226869"/>
    <w:rsid w:val="00227E71"/>
    <w:rsid w:val="002316F9"/>
    <w:rsid w:val="00235A0A"/>
    <w:rsid w:val="002363E1"/>
    <w:rsid w:val="00244D61"/>
    <w:rsid w:val="00244DB3"/>
    <w:rsid w:val="002537FB"/>
    <w:rsid w:val="002562B5"/>
    <w:rsid w:val="00256E13"/>
    <w:rsid w:val="00267550"/>
    <w:rsid w:val="0027585F"/>
    <w:rsid w:val="002803B2"/>
    <w:rsid w:val="002817D1"/>
    <w:rsid w:val="002828AA"/>
    <w:rsid w:val="00283F22"/>
    <w:rsid w:val="002850E8"/>
    <w:rsid w:val="0029344A"/>
    <w:rsid w:val="002A1140"/>
    <w:rsid w:val="002A26DE"/>
    <w:rsid w:val="002A5D25"/>
    <w:rsid w:val="002B092C"/>
    <w:rsid w:val="002B15D3"/>
    <w:rsid w:val="002D0C34"/>
    <w:rsid w:val="002D1440"/>
    <w:rsid w:val="002D4B80"/>
    <w:rsid w:val="002E0974"/>
    <w:rsid w:val="002F0126"/>
    <w:rsid w:val="002F1D9F"/>
    <w:rsid w:val="002F7756"/>
    <w:rsid w:val="003042DB"/>
    <w:rsid w:val="003213C3"/>
    <w:rsid w:val="0032528B"/>
    <w:rsid w:val="00326D15"/>
    <w:rsid w:val="00332134"/>
    <w:rsid w:val="003321B7"/>
    <w:rsid w:val="003346C6"/>
    <w:rsid w:val="0033637F"/>
    <w:rsid w:val="0033648B"/>
    <w:rsid w:val="00336AB9"/>
    <w:rsid w:val="003424D5"/>
    <w:rsid w:val="00343B6C"/>
    <w:rsid w:val="00344B4C"/>
    <w:rsid w:val="00345204"/>
    <w:rsid w:val="003458DD"/>
    <w:rsid w:val="00347276"/>
    <w:rsid w:val="00347AE3"/>
    <w:rsid w:val="00350646"/>
    <w:rsid w:val="00353562"/>
    <w:rsid w:val="003537AD"/>
    <w:rsid w:val="00360036"/>
    <w:rsid w:val="00361CCA"/>
    <w:rsid w:val="003661C9"/>
    <w:rsid w:val="003843BF"/>
    <w:rsid w:val="00384FF8"/>
    <w:rsid w:val="00395233"/>
    <w:rsid w:val="00395754"/>
    <w:rsid w:val="00396623"/>
    <w:rsid w:val="003A0CE0"/>
    <w:rsid w:val="003A152A"/>
    <w:rsid w:val="003A2EEC"/>
    <w:rsid w:val="003A2F42"/>
    <w:rsid w:val="003A4826"/>
    <w:rsid w:val="003A5178"/>
    <w:rsid w:val="003A6F3A"/>
    <w:rsid w:val="003A7559"/>
    <w:rsid w:val="003A79A2"/>
    <w:rsid w:val="003A7BC6"/>
    <w:rsid w:val="003C1247"/>
    <w:rsid w:val="003C3F1B"/>
    <w:rsid w:val="003C6967"/>
    <w:rsid w:val="003D1A81"/>
    <w:rsid w:val="003D3036"/>
    <w:rsid w:val="003D3FAB"/>
    <w:rsid w:val="003E1A71"/>
    <w:rsid w:val="003E1B7D"/>
    <w:rsid w:val="003E2284"/>
    <w:rsid w:val="003E79A4"/>
    <w:rsid w:val="003F0463"/>
    <w:rsid w:val="003F0FC0"/>
    <w:rsid w:val="003F1705"/>
    <w:rsid w:val="003F7F91"/>
    <w:rsid w:val="00401A70"/>
    <w:rsid w:val="00402845"/>
    <w:rsid w:val="0040459B"/>
    <w:rsid w:val="00405045"/>
    <w:rsid w:val="00405170"/>
    <w:rsid w:val="004118A5"/>
    <w:rsid w:val="00422B3B"/>
    <w:rsid w:val="00423ED8"/>
    <w:rsid w:val="00425614"/>
    <w:rsid w:val="004258A4"/>
    <w:rsid w:val="00427763"/>
    <w:rsid w:val="0043657E"/>
    <w:rsid w:val="00440A13"/>
    <w:rsid w:val="00440DAB"/>
    <w:rsid w:val="004423AF"/>
    <w:rsid w:val="00450E49"/>
    <w:rsid w:val="004533FF"/>
    <w:rsid w:val="00454F62"/>
    <w:rsid w:val="004553F5"/>
    <w:rsid w:val="00460B43"/>
    <w:rsid w:val="0046181E"/>
    <w:rsid w:val="00465046"/>
    <w:rsid w:val="00465049"/>
    <w:rsid w:val="00466CC1"/>
    <w:rsid w:val="00470A77"/>
    <w:rsid w:val="0047162B"/>
    <w:rsid w:val="004734BD"/>
    <w:rsid w:val="00480F5D"/>
    <w:rsid w:val="00482C7E"/>
    <w:rsid w:val="00482F2C"/>
    <w:rsid w:val="00483DA5"/>
    <w:rsid w:val="00484290"/>
    <w:rsid w:val="00484888"/>
    <w:rsid w:val="004852C9"/>
    <w:rsid w:val="00487ED4"/>
    <w:rsid w:val="004934CB"/>
    <w:rsid w:val="00494117"/>
    <w:rsid w:val="00496F10"/>
    <w:rsid w:val="004A45D7"/>
    <w:rsid w:val="004A58B7"/>
    <w:rsid w:val="004A6DEE"/>
    <w:rsid w:val="004B14D2"/>
    <w:rsid w:val="004B4EF1"/>
    <w:rsid w:val="004B78D1"/>
    <w:rsid w:val="004C047C"/>
    <w:rsid w:val="004C06DE"/>
    <w:rsid w:val="004C0F6C"/>
    <w:rsid w:val="004C1042"/>
    <w:rsid w:val="004C13CD"/>
    <w:rsid w:val="004C3F1F"/>
    <w:rsid w:val="004C72F9"/>
    <w:rsid w:val="004D1C1D"/>
    <w:rsid w:val="004D3C2A"/>
    <w:rsid w:val="004D4A06"/>
    <w:rsid w:val="004D5596"/>
    <w:rsid w:val="004D6F90"/>
    <w:rsid w:val="004E0B71"/>
    <w:rsid w:val="004E12BC"/>
    <w:rsid w:val="004E34F9"/>
    <w:rsid w:val="004F3EA9"/>
    <w:rsid w:val="004F6F65"/>
    <w:rsid w:val="004F767F"/>
    <w:rsid w:val="0050226D"/>
    <w:rsid w:val="005153DE"/>
    <w:rsid w:val="00517295"/>
    <w:rsid w:val="005172A6"/>
    <w:rsid w:val="00524146"/>
    <w:rsid w:val="005257E7"/>
    <w:rsid w:val="0053130E"/>
    <w:rsid w:val="0053204C"/>
    <w:rsid w:val="00533D58"/>
    <w:rsid w:val="00534DAA"/>
    <w:rsid w:val="00534F81"/>
    <w:rsid w:val="005431EB"/>
    <w:rsid w:val="00545A90"/>
    <w:rsid w:val="00545ADB"/>
    <w:rsid w:val="005521F4"/>
    <w:rsid w:val="00560D1A"/>
    <w:rsid w:val="00567970"/>
    <w:rsid w:val="0057057F"/>
    <w:rsid w:val="00573FBA"/>
    <w:rsid w:val="005804D2"/>
    <w:rsid w:val="00580EF7"/>
    <w:rsid w:val="00584C58"/>
    <w:rsid w:val="00586B22"/>
    <w:rsid w:val="00590658"/>
    <w:rsid w:val="00591D01"/>
    <w:rsid w:val="00593A21"/>
    <w:rsid w:val="00597A9D"/>
    <w:rsid w:val="005A1285"/>
    <w:rsid w:val="005A19DF"/>
    <w:rsid w:val="005A2B70"/>
    <w:rsid w:val="005A332C"/>
    <w:rsid w:val="005A58EE"/>
    <w:rsid w:val="005A6F88"/>
    <w:rsid w:val="005B15D9"/>
    <w:rsid w:val="005B33F0"/>
    <w:rsid w:val="005B451C"/>
    <w:rsid w:val="005B5140"/>
    <w:rsid w:val="005B6329"/>
    <w:rsid w:val="005C0E71"/>
    <w:rsid w:val="005C1B90"/>
    <w:rsid w:val="005C2D75"/>
    <w:rsid w:val="005D0971"/>
    <w:rsid w:val="005D4119"/>
    <w:rsid w:val="005D4340"/>
    <w:rsid w:val="005D4EEB"/>
    <w:rsid w:val="005D63A8"/>
    <w:rsid w:val="005D68B0"/>
    <w:rsid w:val="005D7A92"/>
    <w:rsid w:val="005E3477"/>
    <w:rsid w:val="005E3BD7"/>
    <w:rsid w:val="005E485D"/>
    <w:rsid w:val="005E5A2B"/>
    <w:rsid w:val="005E651F"/>
    <w:rsid w:val="005F05BD"/>
    <w:rsid w:val="005F2B4C"/>
    <w:rsid w:val="005F2C38"/>
    <w:rsid w:val="005F3D5C"/>
    <w:rsid w:val="005F7987"/>
    <w:rsid w:val="00604308"/>
    <w:rsid w:val="00606027"/>
    <w:rsid w:val="0061043C"/>
    <w:rsid w:val="00611C6D"/>
    <w:rsid w:val="0061441B"/>
    <w:rsid w:val="00616D61"/>
    <w:rsid w:val="00624370"/>
    <w:rsid w:val="006254CD"/>
    <w:rsid w:val="00631034"/>
    <w:rsid w:val="00633B9F"/>
    <w:rsid w:val="00637167"/>
    <w:rsid w:val="006376E7"/>
    <w:rsid w:val="00640DEF"/>
    <w:rsid w:val="006418EF"/>
    <w:rsid w:val="00651B21"/>
    <w:rsid w:val="0066032C"/>
    <w:rsid w:val="00660B21"/>
    <w:rsid w:val="00660CCB"/>
    <w:rsid w:val="0066208D"/>
    <w:rsid w:val="00664206"/>
    <w:rsid w:val="006644E6"/>
    <w:rsid w:val="00667108"/>
    <w:rsid w:val="006716F4"/>
    <w:rsid w:val="0067265A"/>
    <w:rsid w:val="00681700"/>
    <w:rsid w:val="00683787"/>
    <w:rsid w:val="00686F44"/>
    <w:rsid w:val="006910C1"/>
    <w:rsid w:val="00691B95"/>
    <w:rsid w:val="00693607"/>
    <w:rsid w:val="006965C6"/>
    <w:rsid w:val="006969D7"/>
    <w:rsid w:val="006A054A"/>
    <w:rsid w:val="006A3286"/>
    <w:rsid w:val="006A34A5"/>
    <w:rsid w:val="006A6ADE"/>
    <w:rsid w:val="006B53D0"/>
    <w:rsid w:val="006C0B0C"/>
    <w:rsid w:val="006C1F81"/>
    <w:rsid w:val="006D5698"/>
    <w:rsid w:val="006E1BC0"/>
    <w:rsid w:val="006E2315"/>
    <w:rsid w:val="006E2736"/>
    <w:rsid w:val="006E2C29"/>
    <w:rsid w:val="006E42C4"/>
    <w:rsid w:val="006E57AD"/>
    <w:rsid w:val="006E6CAD"/>
    <w:rsid w:val="006E7A92"/>
    <w:rsid w:val="006F1A1F"/>
    <w:rsid w:val="006F379D"/>
    <w:rsid w:val="006F758B"/>
    <w:rsid w:val="007006AF"/>
    <w:rsid w:val="00702713"/>
    <w:rsid w:val="007036DA"/>
    <w:rsid w:val="00705133"/>
    <w:rsid w:val="00705678"/>
    <w:rsid w:val="0071323C"/>
    <w:rsid w:val="00714618"/>
    <w:rsid w:val="007152B9"/>
    <w:rsid w:val="007153D7"/>
    <w:rsid w:val="00716820"/>
    <w:rsid w:val="0071708E"/>
    <w:rsid w:val="0072159F"/>
    <w:rsid w:val="00722529"/>
    <w:rsid w:val="00722535"/>
    <w:rsid w:val="00732E2C"/>
    <w:rsid w:val="0073463F"/>
    <w:rsid w:val="00737043"/>
    <w:rsid w:val="00740231"/>
    <w:rsid w:val="00740274"/>
    <w:rsid w:val="00742096"/>
    <w:rsid w:val="00742512"/>
    <w:rsid w:val="007465C3"/>
    <w:rsid w:val="00755DFE"/>
    <w:rsid w:val="007579ED"/>
    <w:rsid w:val="007662AF"/>
    <w:rsid w:val="007725AD"/>
    <w:rsid w:val="00777BAA"/>
    <w:rsid w:val="00781A8C"/>
    <w:rsid w:val="007820AF"/>
    <w:rsid w:val="00784247"/>
    <w:rsid w:val="00787811"/>
    <w:rsid w:val="00792611"/>
    <w:rsid w:val="0079409A"/>
    <w:rsid w:val="0079509E"/>
    <w:rsid w:val="00797FA5"/>
    <w:rsid w:val="007A0EB5"/>
    <w:rsid w:val="007A61E7"/>
    <w:rsid w:val="007A78FB"/>
    <w:rsid w:val="007A7BB5"/>
    <w:rsid w:val="007B121F"/>
    <w:rsid w:val="007B2192"/>
    <w:rsid w:val="007B245D"/>
    <w:rsid w:val="007B45A0"/>
    <w:rsid w:val="007B4802"/>
    <w:rsid w:val="007B6899"/>
    <w:rsid w:val="007B6FE8"/>
    <w:rsid w:val="007B7048"/>
    <w:rsid w:val="007B7A44"/>
    <w:rsid w:val="007C1B20"/>
    <w:rsid w:val="007C24AF"/>
    <w:rsid w:val="007C7093"/>
    <w:rsid w:val="007D5B96"/>
    <w:rsid w:val="007D674F"/>
    <w:rsid w:val="007D70FA"/>
    <w:rsid w:val="007E01AF"/>
    <w:rsid w:val="007E271F"/>
    <w:rsid w:val="007E5D04"/>
    <w:rsid w:val="007E7F8E"/>
    <w:rsid w:val="00801F40"/>
    <w:rsid w:val="008038C8"/>
    <w:rsid w:val="00803CC3"/>
    <w:rsid w:val="00805784"/>
    <w:rsid w:val="00806D85"/>
    <w:rsid w:val="00810E85"/>
    <w:rsid w:val="00811294"/>
    <w:rsid w:val="008161AE"/>
    <w:rsid w:val="00816776"/>
    <w:rsid w:val="00817BB6"/>
    <w:rsid w:val="00820437"/>
    <w:rsid w:val="00820860"/>
    <w:rsid w:val="00820F34"/>
    <w:rsid w:val="00824DC6"/>
    <w:rsid w:val="008324A7"/>
    <w:rsid w:val="00833CDB"/>
    <w:rsid w:val="00834F11"/>
    <w:rsid w:val="00836A2A"/>
    <w:rsid w:val="00836D5F"/>
    <w:rsid w:val="00836F09"/>
    <w:rsid w:val="00841891"/>
    <w:rsid w:val="00842220"/>
    <w:rsid w:val="008459F1"/>
    <w:rsid w:val="00846F5C"/>
    <w:rsid w:val="008517F2"/>
    <w:rsid w:val="0085552E"/>
    <w:rsid w:val="00856426"/>
    <w:rsid w:val="00860700"/>
    <w:rsid w:val="0086386E"/>
    <w:rsid w:val="00865470"/>
    <w:rsid w:val="008663A2"/>
    <w:rsid w:val="0087102B"/>
    <w:rsid w:val="00872543"/>
    <w:rsid w:val="008760F9"/>
    <w:rsid w:val="00890FC3"/>
    <w:rsid w:val="008920DE"/>
    <w:rsid w:val="0089325E"/>
    <w:rsid w:val="00893AD4"/>
    <w:rsid w:val="008A0B93"/>
    <w:rsid w:val="008A1B03"/>
    <w:rsid w:val="008A31F9"/>
    <w:rsid w:val="008A4DB1"/>
    <w:rsid w:val="008A551C"/>
    <w:rsid w:val="008C540C"/>
    <w:rsid w:val="008C7DB0"/>
    <w:rsid w:val="008D2DBC"/>
    <w:rsid w:val="008E02C3"/>
    <w:rsid w:val="008E2448"/>
    <w:rsid w:val="008E252D"/>
    <w:rsid w:val="008E6E8E"/>
    <w:rsid w:val="008F0A3A"/>
    <w:rsid w:val="008F1DE1"/>
    <w:rsid w:val="008F477F"/>
    <w:rsid w:val="0090677E"/>
    <w:rsid w:val="00911232"/>
    <w:rsid w:val="0091239E"/>
    <w:rsid w:val="0091373B"/>
    <w:rsid w:val="00922AAF"/>
    <w:rsid w:val="00924D1B"/>
    <w:rsid w:val="00926CAF"/>
    <w:rsid w:val="009304C8"/>
    <w:rsid w:val="00930D9D"/>
    <w:rsid w:val="00932FAE"/>
    <w:rsid w:val="00935286"/>
    <w:rsid w:val="00943FF0"/>
    <w:rsid w:val="00946D9C"/>
    <w:rsid w:val="00950686"/>
    <w:rsid w:val="00950CD5"/>
    <w:rsid w:val="0096384A"/>
    <w:rsid w:val="009655DC"/>
    <w:rsid w:val="009668D6"/>
    <w:rsid w:val="00966FB8"/>
    <w:rsid w:val="00967D4F"/>
    <w:rsid w:val="00972B15"/>
    <w:rsid w:val="00972CD9"/>
    <w:rsid w:val="009745DD"/>
    <w:rsid w:val="009774B4"/>
    <w:rsid w:val="00981E52"/>
    <w:rsid w:val="009825F8"/>
    <w:rsid w:val="00986E9E"/>
    <w:rsid w:val="009878C1"/>
    <w:rsid w:val="00992C3F"/>
    <w:rsid w:val="00994212"/>
    <w:rsid w:val="00995184"/>
    <w:rsid w:val="009971DE"/>
    <w:rsid w:val="009A1200"/>
    <w:rsid w:val="009A15C9"/>
    <w:rsid w:val="009A3A2B"/>
    <w:rsid w:val="009A4C88"/>
    <w:rsid w:val="009B09CE"/>
    <w:rsid w:val="009B0ED7"/>
    <w:rsid w:val="009B0F53"/>
    <w:rsid w:val="009B13C8"/>
    <w:rsid w:val="009C0713"/>
    <w:rsid w:val="009C1D78"/>
    <w:rsid w:val="009C21E3"/>
    <w:rsid w:val="009C5233"/>
    <w:rsid w:val="009C6718"/>
    <w:rsid w:val="009D09E9"/>
    <w:rsid w:val="009D0C1B"/>
    <w:rsid w:val="009D12F1"/>
    <w:rsid w:val="009D4642"/>
    <w:rsid w:val="009D5A50"/>
    <w:rsid w:val="009E206D"/>
    <w:rsid w:val="009E2073"/>
    <w:rsid w:val="009F5C76"/>
    <w:rsid w:val="009F5D9D"/>
    <w:rsid w:val="00A026F3"/>
    <w:rsid w:val="00A03E4A"/>
    <w:rsid w:val="00A04DE5"/>
    <w:rsid w:val="00A0601B"/>
    <w:rsid w:val="00A079EF"/>
    <w:rsid w:val="00A104DC"/>
    <w:rsid w:val="00A159A9"/>
    <w:rsid w:val="00A15DB4"/>
    <w:rsid w:val="00A20CC7"/>
    <w:rsid w:val="00A24FAE"/>
    <w:rsid w:val="00A310D1"/>
    <w:rsid w:val="00A33F48"/>
    <w:rsid w:val="00A34573"/>
    <w:rsid w:val="00A40EF6"/>
    <w:rsid w:val="00A41CC8"/>
    <w:rsid w:val="00A445B0"/>
    <w:rsid w:val="00A510A8"/>
    <w:rsid w:val="00A517B1"/>
    <w:rsid w:val="00A52DA5"/>
    <w:rsid w:val="00A605DE"/>
    <w:rsid w:val="00A611CF"/>
    <w:rsid w:val="00A65C64"/>
    <w:rsid w:val="00A70D78"/>
    <w:rsid w:val="00A72177"/>
    <w:rsid w:val="00A737D6"/>
    <w:rsid w:val="00A73923"/>
    <w:rsid w:val="00A73C1E"/>
    <w:rsid w:val="00A7532E"/>
    <w:rsid w:val="00A75CFA"/>
    <w:rsid w:val="00A76468"/>
    <w:rsid w:val="00A768D8"/>
    <w:rsid w:val="00A76EBB"/>
    <w:rsid w:val="00A77A51"/>
    <w:rsid w:val="00A80550"/>
    <w:rsid w:val="00A85558"/>
    <w:rsid w:val="00A857B2"/>
    <w:rsid w:val="00A8614B"/>
    <w:rsid w:val="00A9230E"/>
    <w:rsid w:val="00A9427E"/>
    <w:rsid w:val="00A957BA"/>
    <w:rsid w:val="00AA049F"/>
    <w:rsid w:val="00AA05A0"/>
    <w:rsid w:val="00AA11E9"/>
    <w:rsid w:val="00AA4210"/>
    <w:rsid w:val="00AA757B"/>
    <w:rsid w:val="00AA7DCC"/>
    <w:rsid w:val="00AB1C04"/>
    <w:rsid w:val="00AB6B2D"/>
    <w:rsid w:val="00AB7835"/>
    <w:rsid w:val="00AC610C"/>
    <w:rsid w:val="00AC7343"/>
    <w:rsid w:val="00AD5A45"/>
    <w:rsid w:val="00AE4A37"/>
    <w:rsid w:val="00AE5322"/>
    <w:rsid w:val="00AF1BD0"/>
    <w:rsid w:val="00AF352D"/>
    <w:rsid w:val="00B012AA"/>
    <w:rsid w:val="00B0141D"/>
    <w:rsid w:val="00B01F34"/>
    <w:rsid w:val="00B0373E"/>
    <w:rsid w:val="00B03D11"/>
    <w:rsid w:val="00B16530"/>
    <w:rsid w:val="00B2067F"/>
    <w:rsid w:val="00B21359"/>
    <w:rsid w:val="00B214B8"/>
    <w:rsid w:val="00B22543"/>
    <w:rsid w:val="00B230E6"/>
    <w:rsid w:val="00B24A76"/>
    <w:rsid w:val="00B300BE"/>
    <w:rsid w:val="00B34B61"/>
    <w:rsid w:val="00B43F37"/>
    <w:rsid w:val="00B536DB"/>
    <w:rsid w:val="00B54730"/>
    <w:rsid w:val="00B603D6"/>
    <w:rsid w:val="00B64ED8"/>
    <w:rsid w:val="00B67CD2"/>
    <w:rsid w:val="00B71134"/>
    <w:rsid w:val="00B715FF"/>
    <w:rsid w:val="00B80FE5"/>
    <w:rsid w:val="00B82434"/>
    <w:rsid w:val="00B92263"/>
    <w:rsid w:val="00B92939"/>
    <w:rsid w:val="00B93EC4"/>
    <w:rsid w:val="00BA1E09"/>
    <w:rsid w:val="00BA208C"/>
    <w:rsid w:val="00BA70B5"/>
    <w:rsid w:val="00BB09A1"/>
    <w:rsid w:val="00BB2960"/>
    <w:rsid w:val="00BB683D"/>
    <w:rsid w:val="00BC4C7A"/>
    <w:rsid w:val="00BC5AD1"/>
    <w:rsid w:val="00BC6318"/>
    <w:rsid w:val="00BC635E"/>
    <w:rsid w:val="00BD0CD3"/>
    <w:rsid w:val="00BD3B2B"/>
    <w:rsid w:val="00BD3C41"/>
    <w:rsid w:val="00BE0324"/>
    <w:rsid w:val="00BE7D90"/>
    <w:rsid w:val="00BF0D24"/>
    <w:rsid w:val="00BF6CFF"/>
    <w:rsid w:val="00C019DC"/>
    <w:rsid w:val="00C01B0F"/>
    <w:rsid w:val="00C0213B"/>
    <w:rsid w:val="00C043A2"/>
    <w:rsid w:val="00C04DF0"/>
    <w:rsid w:val="00C05AAA"/>
    <w:rsid w:val="00C10E1C"/>
    <w:rsid w:val="00C12C25"/>
    <w:rsid w:val="00C12CE4"/>
    <w:rsid w:val="00C14239"/>
    <w:rsid w:val="00C1601A"/>
    <w:rsid w:val="00C16497"/>
    <w:rsid w:val="00C20700"/>
    <w:rsid w:val="00C2271F"/>
    <w:rsid w:val="00C23B9A"/>
    <w:rsid w:val="00C246E9"/>
    <w:rsid w:val="00C30039"/>
    <w:rsid w:val="00C315F8"/>
    <w:rsid w:val="00C34C6C"/>
    <w:rsid w:val="00C374E1"/>
    <w:rsid w:val="00C425E9"/>
    <w:rsid w:val="00C42CB9"/>
    <w:rsid w:val="00C46A9B"/>
    <w:rsid w:val="00C47FD0"/>
    <w:rsid w:val="00C502A3"/>
    <w:rsid w:val="00C50A2D"/>
    <w:rsid w:val="00C5137D"/>
    <w:rsid w:val="00C53404"/>
    <w:rsid w:val="00C547C3"/>
    <w:rsid w:val="00C5579B"/>
    <w:rsid w:val="00C629E0"/>
    <w:rsid w:val="00C650F3"/>
    <w:rsid w:val="00C6587E"/>
    <w:rsid w:val="00C668EC"/>
    <w:rsid w:val="00C82682"/>
    <w:rsid w:val="00C86908"/>
    <w:rsid w:val="00C86AAD"/>
    <w:rsid w:val="00C94422"/>
    <w:rsid w:val="00C954E8"/>
    <w:rsid w:val="00CA3B01"/>
    <w:rsid w:val="00CA61A5"/>
    <w:rsid w:val="00CA6982"/>
    <w:rsid w:val="00CB2296"/>
    <w:rsid w:val="00CB3476"/>
    <w:rsid w:val="00CB452B"/>
    <w:rsid w:val="00CB71E4"/>
    <w:rsid w:val="00CC12DA"/>
    <w:rsid w:val="00CC3658"/>
    <w:rsid w:val="00CC43BC"/>
    <w:rsid w:val="00CC609A"/>
    <w:rsid w:val="00CC6F31"/>
    <w:rsid w:val="00CC7774"/>
    <w:rsid w:val="00CD0FDD"/>
    <w:rsid w:val="00CD2EFC"/>
    <w:rsid w:val="00CD3A0D"/>
    <w:rsid w:val="00CD3C09"/>
    <w:rsid w:val="00CD565A"/>
    <w:rsid w:val="00CE41DA"/>
    <w:rsid w:val="00CF40A1"/>
    <w:rsid w:val="00CF4975"/>
    <w:rsid w:val="00CF5EF1"/>
    <w:rsid w:val="00D010E9"/>
    <w:rsid w:val="00D01BD2"/>
    <w:rsid w:val="00D0421A"/>
    <w:rsid w:val="00D05A7D"/>
    <w:rsid w:val="00D07735"/>
    <w:rsid w:val="00D12BE2"/>
    <w:rsid w:val="00D13944"/>
    <w:rsid w:val="00D1460F"/>
    <w:rsid w:val="00D14DB5"/>
    <w:rsid w:val="00D153DC"/>
    <w:rsid w:val="00D16A6C"/>
    <w:rsid w:val="00D20031"/>
    <w:rsid w:val="00D20D05"/>
    <w:rsid w:val="00D22530"/>
    <w:rsid w:val="00D23A36"/>
    <w:rsid w:val="00D24CBD"/>
    <w:rsid w:val="00D25E88"/>
    <w:rsid w:val="00D262A2"/>
    <w:rsid w:val="00D31FCF"/>
    <w:rsid w:val="00D34344"/>
    <w:rsid w:val="00D343EA"/>
    <w:rsid w:val="00D3557E"/>
    <w:rsid w:val="00D4561D"/>
    <w:rsid w:val="00D464AF"/>
    <w:rsid w:val="00D479DB"/>
    <w:rsid w:val="00D51AFD"/>
    <w:rsid w:val="00D5452F"/>
    <w:rsid w:val="00D54532"/>
    <w:rsid w:val="00D553B4"/>
    <w:rsid w:val="00D5686E"/>
    <w:rsid w:val="00D56A3C"/>
    <w:rsid w:val="00D605E1"/>
    <w:rsid w:val="00D655B2"/>
    <w:rsid w:val="00D755CB"/>
    <w:rsid w:val="00D7592D"/>
    <w:rsid w:val="00D824A3"/>
    <w:rsid w:val="00D83D7A"/>
    <w:rsid w:val="00D87A3D"/>
    <w:rsid w:val="00D936C1"/>
    <w:rsid w:val="00D94CF2"/>
    <w:rsid w:val="00D966B9"/>
    <w:rsid w:val="00DA0BFE"/>
    <w:rsid w:val="00DA5220"/>
    <w:rsid w:val="00DB07CF"/>
    <w:rsid w:val="00DB0949"/>
    <w:rsid w:val="00DB1C70"/>
    <w:rsid w:val="00DC18DB"/>
    <w:rsid w:val="00DC19F6"/>
    <w:rsid w:val="00DC4CDF"/>
    <w:rsid w:val="00DC4D83"/>
    <w:rsid w:val="00DC6A56"/>
    <w:rsid w:val="00DE2E6A"/>
    <w:rsid w:val="00DE56AA"/>
    <w:rsid w:val="00DE6540"/>
    <w:rsid w:val="00DF0133"/>
    <w:rsid w:val="00DF058D"/>
    <w:rsid w:val="00DF1F73"/>
    <w:rsid w:val="00DF2E61"/>
    <w:rsid w:val="00DF4F45"/>
    <w:rsid w:val="00DF5281"/>
    <w:rsid w:val="00DF5A82"/>
    <w:rsid w:val="00DF706B"/>
    <w:rsid w:val="00E010C1"/>
    <w:rsid w:val="00E04FA2"/>
    <w:rsid w:val="00E074DB"/>
    <w:rsid w:val="00E07B06"/>
    <w:rsid w:val="00E13C76"/>
    <w:rsid w:val="00E140DC"/>
    <w:rsid w:val="00E21C6B"/>
    <w:rsid w:val="00E22DB2"/>
    <w:rsid w:val="00E23D60"/>
    <w:rsid w:val="00E26334"/>
    <w:rsid w:val="00E3387F"/>
    <w:rsid w:val="00E35E36"/>
    <w:rsid w:val="00E37A5B"/>
    <w:rsid w:val="00E422A7"/>
    <w:rsid w:val="00E4381B"/>
    <w:rsid w:val="00E529B9"/>
    <w:rsid w:val="00E5394C"/>
    <w:rsid w:val="00E562F2"/>
    <w:rsid w:val="00E60EC6"/>
    <w:rsid w:val="00E61D0A"/>
    <w:rsid w:val="00E61E2C"/>
    <w:rsid w:val="00E64CB6"/>
    <w:rsid w:val="00E65FBE"/>
    <w:rsid w:val="00E7084E"/>
    <w:rsid w:val="00E802F2"/>
    <w:rsid w:val="00E80794"/>
    <w:rsid w:val="00E82B04"/>
    <w:rsid w:val="00E84E40"/>
    <w:rsid w:val="00E90E0D"/>
    <w:rsid w:val="00E90F89"/>
    <w:rsid w:val="00E925A0"/>
    <w:rsid w:val="00E9484D"/>
    <w:rsid w:val="00EA0B9E"/>
    <w:rsid w:val="00EA1C93"/>
    <w:rsid w:val="00EA41F8"/>
    <w:rsid w:val="00EA61A8"/>
    <w:rsid w:val="00EB4301"/>
    <w:rsid w:val="00EB70EB"/>
    <w:rsid w:val="00EC4B31"/>
    <w:rsid w:val="00EC4DCF"/>
    <w:rsid w:val="00EC52DB"/>
    <w:rsid w:val="00EC73C8"/>
    <w:rsid w:val="00ED0070"/>
    <w:rsid w:val="00ED0238"/>
    <w:rsid w:val="00ED23E9"/>
    <w:rsid w:val="00ED7A7A"/>
    <w:rsid w:val="00EE03DE"/>
    <w:rsid w:val="00EE03E4"/>
    <w:rsid w:val="00EF27E3"/>
    <w:rsid w:val="00EF290A"/>
    <w:rsid w:val="00EF6476"/>
    <w:rsid w:val="00F0231E"/>
    <w:rsid w:val="00F05199"/>
    <w:rsid w:val="00F06E37"/>
    <w:rsid w:val="00F07034"/>
    <w:rsid w:val="00F10886"/>
    <w:rsid w:val="00F2337D"/>
    <w:rsid w:val="00F24A6D"/>
    <w:rsid w:val="00F265C0"/>
    <w:rsid w:val="00F324BF"/>
    <w:rsid w:val="00F34739"/>
    <w:rsid w:val="00F349F3"/>
    <w:rsid w:val="00F35FAE"/>
    <w:rsid w:val="00F36AFC"/>
    <w:rsid w:val="00F37797"/>
    <w:rsid w:val="00F4077B"/>
    <w:rsid w:val="00F426F0"/>
    <w:rsid w:val="00F435B9"/>
    <w:rsid w:val="00F44244"/>
    <w:rsid w:val="00F46F15"/>
    <w:rsid w:val="00F47249"/>
    <w:rsid w:val="00F47B27"/>
    <w:rsid w:val="00F5135B"/>
    <w:rsid w:val="00F5347C"/>
    <w:rsid w:val="00F5558B"/>
    <w:rsid w:val="00F5782B"/>
    <w:rsid w:val="00F612CA"/>
    <w:rsid w:val="00F642B3"/>
    <w:rsid w:val="00F651D1"/>
    <w:rsid w:val="00F7142E"/>
    <w:rsid w:val="00F74A56"/>
    <w:rsid w:val="00F80B03"/>
    <w:rsid w:val="00F928E2"/>
    <w:rsid w:val="00F92D93"/>
    <w:rsid w:val="00F93397"/>
    <w:rsid w:val="00F93AD6"/>
    <w:rsid w:val="00F96F01"/>
    <w:rsid w:val="00F97938"/>
    <w:rsid w:val="00FA11D5"/>
    <w:rsid w:val="00FA2CE7"/>
    <w:rsid w:val="00FA31ED"/>
    <w:rsid w:val="00FA328A"/>
    <w:rsid w:val="00FA5220"/>
    <w:rsid w:val="00FA5A2A"/>
    <w:rsid w:val="00FA5BBD"/>
    <w:rsid w:val="00FA6188"/>
    <w:rsid w:val="00FB4783"/>
    <w:rsid w:val="00FB491E"/>
    <w:rsid w:val="00FB7AB9"/>
    <w:rsid w:val="00FC2904"/>
    <w:rsid w:val="00FC3BD4"/>
    <w:rsid w:val="00FC64C5"/>
    <w:rsid w:val="00FC7324"/>
    <w:rsid w:val="00FD5490"/>
    <w:rsid w:val="00FD5E3D"/>
    <w:rsid w:val="00FE28BE"/>
    <w:rsid w:val="00FE3B86"/>
    <w:rsid w:val="00FE4988"/>
    <w:rsid w:val="00FF0189"/>
    <w:rsid w:val="00FF2D89"/>
    <w:rsid w:val="00FF4A38"/>
    <w:rsid w:val="00FF6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53204C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5320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53204C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53204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53204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53204C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53204C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53204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51">
    <w:name w:val="çàãîëîâîê 5"/>
    <w:basedOn w:val="a"/>
    <w:next w:val="a"/>
    <w:uiPriority w:val="99"/>
    <w:rsid w:val="00454F62"/>
    <w:pPr>
      <w:keepNext/>
      <w:spacing w:before="120"/>
    </w:pPr>
    <w:rPr>
      <w:sz w:val="28"/>
    </w:rPr>
  </w:style>
  <w:style w:type="paragraph" w:customStyle="1" w:styleId="ConsNormal">
    <w:name w:val="ConsNormal"/>
    <w:rsid w:val="00454F62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3">
    <w:name w:val="header"/>
    <w:aliases w:val="Знак2 Знак Знак,Знак2 Знак,Знак2"/>
    <w:basedOn w:val="a"/>
    <w:link w:val="a4"/>
    <w:uiPriority w:val="99"/>
    <w:unhideWhenUsed/>
    <w:rsid w:val="00C300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 Знак Знак,Знак2 Знак Знак1,Знак2 Знак1"/>
    <w:basedOn w:val="a0"/>
    <w:link w:val="a3"/>
    <w:uiPriority w:val="99"/>
    <w:locked/>
    <w:rsid w:val="00C3003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C300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basedOn w:val="a0"/>
    <w:link w:val="a5"/>
    <w:uiPriority w:val="99"/>
    <w:locked/>
    <w:rsid w:val="00C3003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7">
    <w:name w:val="Знак Знак Знак"/>
    <w:basedOn w:val="a"/>
    <w:uiPriority w:val="99"/>
    <w:rsid w:val="005320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532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53204C"/>
    <w:rPr>
      <w:rFonts w:ascii="Courier New" w:hAnsi="Courier New" w:cs="Courier New"/>
      <w:sz w:val="24"/>
      <w:szCs w:val="24"/>
      <w:lang w:eastAsia="ru-RU"/>
    </w:rPr>
  </w:style>
  <w:style w:type="character" w:styleId="a8">
    <w:name w:val="page number"/>
    <w:basedOn w:val="a0"/>
    <w:uiPriority w:val="99"/>
    <w:rsid w:val="0053204C"/>
    <w:rPr>
      <w:rFonts w:cs="Times New Roman"/>
    </w:rPr>
  </w:style>
  <w:style w:type="paragraph" w:styleId="a9">
    <w:name w:val="Title"/>
    <w:aliases w:val="Название Знак Знак"/>
    <w:basedOn w:val="a"/>
    <w:link w:val="11"/>
    <w:uiPriority w:val="10"/>
    <w:qFormat/>
    <w:rsid w:val="0053204C"/>
    <w:pPr>
      <w:jc w:val="center"/>
    </w:pPr>
    <w:rPr>
      <w:sz w:val="28"/>
      <w:szCs w:val="28"/>
    </w:rPr>
  </w:style>
  <w:style w:type="character" w:customStyle="1" w:styleId="HeaderChar">
    <w:name w:val="Header Char"/>
    <w:aliases w:val="Знак2 Char"/>
    <w:basedOn w:val="12"/>
    <w:uiPriority w:val="99"/>
    <w:rsid w:val="00842220"/>
    <w:rPr>
      <w:rFonts w:ascii="Times New Roman" w:hAnsi="Times New Roman" w:cs="Times New Roman"/>
      <w:sz w:val="20"/>
      <w:szCs w:val="20"/>
    </w:rPr>
  </w:style>
  <w:style w:type="character" w:customStyle="1" w:styleId="HTML2">
    <w:name w:val="Стандартный HTML Знак2"/>
    <w:aliases w:val="Знак Знак1,Стандартный HTML Знак Знак Знак1,Стандартный HTML Знак Знак1,Знак Знак Знак2 Знак Знак1,Стандартный HTML Знак1 Знак1,Знак Знак Знак Знак Знак1"/>
    <w:basedOn w:val="12"/>
    <w:uiPriority w:val="99"/>
    <w:rsid w:val="00842220"/>
    <w:rPr>
      <w:rFonts w:ascii="Courier New" w:hAnsi="Courier New" w:cs="Courier New"/>
      <w:sz w:val="24"/>
      <w:szCs w:val="24"/>
      <w:lang w:val="ru-RU" w:eastAsia="ar-SA" w:bidi="ar-SA"/>
    </w:rPr>
  </w:style>
  <w:style w:type="character" w:customStyle="1" w:styleId="12">
    <w:name w:val="Основной шрифт абзаца1"/>
    <w:rsid w:val="00842220"/>
  </w:style>
  <w:style w:type="character" w:customStyle="1" w:styleId="WW8Num2z1">
    <w:name w:val="WW8Num2z1"/>
    <w:rsid w:val="00842220"/>
  </w:style>
  <w:style w:type="character" w:customStyle="1" w:styleId="WW8Num2z0">
    <w:name w:val="WW8Num2z0"/>
    <w:rsid w:val="00842220"/>
  </w:style>
  <w:style w:type="character" w:customStyle="1" w:styleId="WW8Num1z1">
    <w:name w:val="WW8Num1z1"/>
    <w:rsid w:val="00842220"/>
  </w:style>
  <w:style w:type="character" w:customStyle="1" w:styleId="WW8Num1z0">
    <w:name w:val="WW8Num1z0"/>
    <w:rsid w:val="00842220"/>
  </w:style>
  <w:style w:type="paragraph" w:customStyle="1" w:styleId="ConsPlusNonformat">
    <w:name w:val="ConsPlusNonformat"/>
    <w:uiPriority w:val="99"/>
    <w:rsid w:val="0053204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5320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320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8">
    <w:name w:val="Знак Знак8"/>
    <w:basedOn w:val="a"/>
    <w:uiPriority w:val="99"/>
    <w:rsid w:val="0053204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">
    <w:name w:val="Знак Знак Знак1"/>
    <w:basedOn w:val="a"/>
    <w:uiPriority w:val="99"/>
    <w:rsid w:val="005320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a">
    <w:name w:val="List"/>
    <w:basedOn w:val="a"/>
    <w:uiPriority w:val="99"/>
    <w:rsid w:val="0053204C"/>
    <w:pPr>
      <w:ind w:left="283" w:hanging="283"/>
    </w:pPr>
  </w:style>
  <w:style w:type="paragraph" w:styleId="ab">
    <w:name w:val="Subtitle"/>
    <w:basedOn w:val="a"/>
    <w:link w:val="ac"/>
    <w:uiPriority w:val="99"/>
    <w:qFormat/>
    <w:rsid w:val="0053204C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99"/>
    <w:locked/>
    <w:rsid w:val="0053204C"/>
    <w:rPr>
      <w:rFonts w:ascii="Arial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532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9">
    <w:name w:val="xl79"/>
    <w:basedOn w:val="a"/>
    <w:rsid w:val="00532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532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7">
    <w:name w:val="xl77"/>
    <w:basedOn w:val="a"/>
    <w:rsid w:val="00532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styleId="ad">
    <w:name w:val="Balloon Text"/>
    <w:aliases w:val="Balloon Text Char"/>
    <w:basedOn w:val="a"/>
    <w:link w:val="ae"/>
    <w:uiPriority w:val="99"/>
    <w:rsid w:val="0053204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aliases w:val="Balloon Text Char Знак"/>
    <w:basedOn w:val="a0"/>
    <w:link w:val="ad"/>
    <w:uiPriority w:val="99"/>
    <w:locked/>
    <w:rsid w:val="0053204C"/>
    <w:rPr>
      <w:rFonts w:ascii="Tahoma" w:hAnsi="Tahoma" w:cs="Tahoma"/>
      <w:sz w:val="16"/>
      <w:szCs w:val="16"/>
      <w:lang w:eastAsia="ru-RU"/>
    </w:rPr>
  </w:style>
  <w:style w:type="paragraph" w:customStyle="1" w:styleId="xl76">
    <w:name w:val="xl76"/>
    <w:basedOn w:val="a"/>
    <w:rsid w:val="00532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5">
    <w:name w:val="xl75"/>
    <w:basedOn w:val="a"/>
    <w:rsid w:val="00532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532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532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2">
    <w:name w:val="xl72"/>
    <w:basedOn w:val="a"/>
    <w:rsid w:val="00532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532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532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9">
    <w:name w:val="xl69"/>
    <w:basedOn w:val="a"/>
    <w:rsid w:val="00532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53204C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53204C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53204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3204C"/>
    <w:pPr>
      <w:spacing w:before="100" w:beforeAutospacing="1" w:after="100" w:afterAutospacing="1"/>
    </w:pPr>
    <w:rPr>
      <w:sz w:val="24"/>
      <w:szCs w:val="24"/>
    </w:rPr>
  </w:style>
  <w:style w:type="character" w:styleId="af">
    <w:name w:val="FollowedHyperlink"/>
    <w:basedOn w:val="a0"/>
    <w:uiPriority w:val="99"/>
    <w:rsid w:val="0053204C"/>
    <w:rPr>
      <w:rFonts w:cs="Times New Roman"/>
      <w:color w:val="800080"/>
      <w:u w:val="single"/>
    </w:rPr>
  </w:style>
  <w:style w:type="character" w:styleId="af0">
    <w:name w:val="Hyperlink"/>
    <w:basedOn w:val="a0"/>
    <w:uiPriority w:val="99"/>
    <w:rsid w:val="0053204C"/>
    <w:rPr>
      <w:rFonts w:cs="Times New Roman"/>
      <w:color w:val="0000FF"/>
      <w:u w:val="single"/>
    </w:rPr>
  </w:style>
  <w:style w:type="table" w:styleId="af1">
    <w:name w:val="Table Grid"/>
    <w:basedOn w:val="a1"/>
    <w:uiPriority w:val="99"/>
    <w:rsid w:val="0053204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uiPriority w:val="99"/>
    <w:rsid w:val="00532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8"/>
      <w:szCs w:val="28"/>
      <w:lang w:eastAsia="ru-RU"/>
    </w:rPr>
  </w:style>
  <w:style w:type="paragraph" w:customStyle="1" w:styleId="ConsTitle">
    <w:name w:val="ConsTitle"/>
    <w:uiPriority w:val="99"/>
    <w:rsid w:val="00532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uiPriority w:val="99"/>
    <w:rsid w:val="0053204C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80">
    <w:name w:val="çàãîëîâîê 8"/>
    <w:basedOn w:val="a"/>
    <w:next w:val="a"/>
    <w:uiPriority w:val="99"/>
    <w:rsid w:val="0053204C"/>
    <w:pPr>
      <w:keepNext/>
      <w:spacing w:before="120" w:line="360" w:lineRule="auto"/>
      <w:jc w:val="center"/>
    </w:pPr>
    <w:rPr>
      <w:sz w:val="24"/>
      <w:szCs w:val="24"/>
    </w:rPr>
  </w:style>
  <w:style w:type="paragraph" w:styleId="af2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3"/>
    <w:uiPriority w:val="99"/>
    <w:rsid w:val="0053204C"/>
    <w:pPr>
      <w:spacing w:after="120"/>
    </w:pPr>
  </w:style>
  <w:style w:type="character" w:customStyle="1" w:styleId="af3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f2"/>
    <w:uiPriority w:val="99"/>
    <w:locked/>
    <w:rsid w:val="0053204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4">
    <w:name w:val="Знак Знак Знак Знак Знак Знак"/>
    <w:basedOn w:val="a"/>
    <w:rsid w:val="005320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5">
    <w:name w:val="Îáû÷íûé"/>
    <w:uiPriority w:val="99"/>
    <w:rsid w:val="0053204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f6">
    <w:name w:val="No Spacing"/>
    <w:uiPriority w:val="99"/>
    <w:qFormat/>
    <w:rsid w:val="0053204C"/>
    <w:pPr>
      <w:spacing w:after="0" w:line="240" w:lineRule="auto"/>
    </w:pPr>
    <w:rPr>
      <w:rFonts w:ascii="Calibri" w:hAnsi="Calibri" w:cs="Calibri"/>
      <w:lang w:eastAsia="ru-RU"/>
    </w:rPr>
  </w:style>
  <w:style w:type="paragraph" w:customStyle="1" w:styleId="ConsPlusCell">
    <w:name w:val="ConsPlusCell"/>
    <w:rsid w:val="005320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7">
    <w:name w:val="Название Знак"/>
    <w:aliases w:val="Название Знак Знак Знак,Название Знак1 Знак"/>
    <w:basedOn w:val="a0"/>
    <w:uiPriority w:val="10"/>
    <w:rsid w:val="0053204C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1">
    <w:name w:val="Название Знак1"/>
    <w:aliases w:val="Название Знак Знак Знак1"/>
    <w:basedOn w:val="a0"/>
    <w:link w:val="a9"/>
    <w:uiPriority w:val="99"/>
    <w:locked/>
    <w:rsid w:val="0053204C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TMLPreformattedChar">
    <w:name w:val="HTML Preformatted Char"/>
    <w:basedOn w:val="12"/>
    <w:uiPriority w:val="99"/>
    <w:rsid w:val="00842220"/>
    <w:rPr>
      <w:rFonts w:ascii="Courier New" w:hAnsi="Courier New" w:cs="Courier New"/>
      <w:sz w:val="20"/>
      <w:szCs w:val="20"/>
    </w:rPr>
  </w:style>
  <w:style w:type="character" w:customStyle="1" w:styleId="TitleChar">
    <w:name w:val="Title Char"/>
    <w:basedOn w:val="12"/>
    <w:uiPriority w:val="99"/>
    <w:rsid w:val="00842220"/>
    <w:rPr>
      <w:rFonts w:ascii="Times New Roman" w:hAnsi="Times New Roman" w:cs="Times New Roman"/>
      <w:sz w:val="28"/>
      <w:szCs w:val="28"/>
    </w:rPr>
  </w:style>
  <w:style w:type="character" w:customStyle="1" w:styleId="FooterChar">
    <w:name w:val="Footer Char"/>
    <w:aliases w:val="Знак1 Char"/>
    <w:basedOn w:val="12"/>
    <w:uiPriority w:val="99"/>
    <w:rsid w:val="00842220"/>
    <w:rPr>
      <w:rFonts w:ascii="Times New Roman" w:hAnsi="Times New Roman" w:cs="Times New Roman"/>
      <w:sz w:val="24"/>
      <w:szCs w:val="24"/>
    </w:rPr>
  </w:style>
  <w:style w:type="paragraph" w:customStyle="1" w:styleId="14">
    <w:name w:val="Заголовок1"/>
    <w:basedOn w:val="a"/>
    <w:next w:val="af2"/>
    <w:rsid w:val="0084222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5">
    <w:name w:val="Название1"/>
    <w:basedOn w:val="a"/>
    <w:rsid w:val="0084222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842220"/>
    <w:pPr>
      <w:suppressLineNumbers/>
      <w:suppressAutoHyphens/>
    </w:pPr>
    <w:rPr>
      <w:rFonts w:cs="Mangal"/>
      <w:lang w:eastAsia="ar-SA"/>
    </w:rPr>
  </w:style>
  <w:style w:type="paragraph" w:customStyle="1" w:styleId="xl81">
    <w:name w:val="xl81"/>
    <w:basedOn w:val="a"/>
    <w:rsid w:val="008422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  <w:textAlignment w:val="top"/>
    </w:pPr>
    <w:rPr>
      <w:color w:val="000000"/>
      <w:sz w:val="24"/>
      <w:szCs w:val="24"/>
      <w:lang w:eastAsia="ar-SA"/>
    </w:rPr>
  </w:style>
  <w:style w:type="paragraph" w:customStyle="1" w:styleId="xl82">
    <w:name w:val="xl82"/>
    <w:basedOn w:val="a"/>
    <w:rsid w:val="008422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  <w:textAlignment w:val="top"/>
    </w:pPr>
    <w:rPr>
      <w:color w:val="000000"/>
      <w:sz w:val="24"/>
      <w:szCs w:val="24"/>
      <w:lang w:eastAsia="ar-SA"/>
    </w:rPr>
  </w:style>
  <w:style w:type="paragraph" w:customStyle="1" w:styleId="xl83">
    <w:name w:val="xl83"/>
    <w:basedOn w:val="a"/>
    <w:rsid w:val="008422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textAlignment w:val="top"/>
    </w:pPr>
    <w:rPr>
      <w:b/>
      <w:bCs/>
      <w:color w:val="000000"/>
      <w:sz w:val="24"/>
      <w:szCs w:val="24"/>
      <w:lang w:eastAsia="ar-SA"/>
    </w:rPr>
  </w:style>
  <w:style w:type="paragraph" w:customStyle="1" w:styleId="xl84">
    <w:name w:val="xl84"/>
    <w:basedOn w:val="a"/>
    <w:rsid w:val="008422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textAlignment w:val="top"/>
    </w:pPr>
    <w:rPr>
      <w:b/>
      <w:bCs/>
      <w:i/>
      <w:iCs/>
      <w:color w:val="000000"/>
      <w:sz w:val="24"/>
      <w:szCs w:val="24"/>
      <w:lang w:eastAsia="ar-SA"/>
    </w:rPr>
  </w:style>
  <w:style w:type="paragraph" w:customStyle="1" w:styleId="xl85">
    <w:name w:val="xl85"/>
    <w:basedOn w:val="a"/>
    <w:rsid w:val="008422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b/>
      <w:bCs/>
      <w:color w:val="000000"/>
      <w:sz w:val="24"/>
      <w:szCs w:val="24"/>
      <w:lang w:eastAsia="ar-SA"/>
    </w:rPr>
  </w:style>
  <w:style w:type="paragraph" w:customStyle="1" w:styleId="xl86">
    <w:name w:val="xl86"/>
    <w:basedOn w:val="a"/>
    <w:rsid w:val="008422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b/>
      <w:bCs/>
      <w:i/>
      <w:iCs/>
      <w:color w:val="000000"/>
      <w:sz w:val="24"/>
      <w:szCs w:val="24"/>
      <w:lang w:eastAsia="ar-SA"/>
    </w:rPr>
  </w:style>
  <w:style w:type="paragraph" w:customStyle="1" w:styleId="17">
    <w:name w:val="Название объекта1"/>
    <w:basedOn w:val="a"/>
    <w:next w:val="a"/>
    <w:rsid w:val="00842220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842220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842220"/>
    <w:pPr>
      <w:jc w:val="center"/>
    </w:pPr>
    <w:rPr>
      <w:b/>
      <w:bCs/>
    </w:rPr>
  </w:style>
  <w:style w:type="paragraph" w:customStyle="1" w:styleId="afa">
    <w:name w:val="Содержимое врезки"/>
    <w:basedOn w:val="af2"/>
    <w:rsid w:val="00842220"/>
    <w:pPr>
      <w:suppressAutoHyphens/>
      <w:spacing w:after="0"/>
      <w:jc w:val="both"/>
    </w:pPr>
    <w:rPr>
      <w:sz w:val="28"/>
      <w:szCs w:val="28"/>
      <w:lang w:eastAsia="ar-SA"/>
    </w:rPr>
  </w:style>
  <w:style w:type="paragraph" w:styleId="afb">
    <w:name w:val="caption"/>
    <w:basedOn w:val="a"/>
    <w:next w:val="a"/>
    <w:uiPriority w:val="35"/>
    <w:qFormat/>
    <w:rsid w:val="00616D61"/>
    <w:pPr>
      <w:jc w:val="center"/>
    </w:pPr>
    <w:rPr>
      <w:rFonts w:ascii="Arial" w:hAnsi="Arial" w:cs="Arial"/>
      <w:b/>
      <w:bCs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&#1089;&#1086;&#1074;&#1077;&#1090;%202016\&#1084;&#1072;&#1081;\&#1055;&#1088;&#1080;&#1083;&#1086;&#1078;&#1077;&#1085;&#1080;&#1077;%20&#1085;&#1072;%20&#1080;&#1102;&#1085;&#110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88960-FA7F-42C0-ACFB-D784A7DBA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на июнь.dotx</Template>
  <TotalTime>923</TotalTime>
  <Pages>4</Pages>
  <Words>1091</Words>
  <Characters>7270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8345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47</cp:revision>
  <cp:lastPrinted>2025-09-11T11:39:00Z</cp:lastPrinted>
  <dcterms:created xsi:type="dcterms:W3CDTF">2018-11-08T06:21:00Z</dcterms:created>
  <dcterms:modified xsi:type="dcterms:W3CDTF">2025-09-29T07:52:00Z</dcterms:modified>
</cp:coreProperties>
</file>